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0" w:after="0" w:line="1025" w:lineRule="exact"/>
        <w:ind w:left="274" w:right="-20"/>
        <w:jc w:val="left"/>
        <w:rPr>
          <w:rFonts w:ascii="Arial" w:hAnsi="Arial" w:cs="Arial" w:eastAsia="Arial"/>
          <w:sz w:val="92"/>
          <w:szCs w:val="92"/>
        </w:rPr>
      </w:pPr>
      <w:rPr/>
      <w:r>
        <w:rPr/>
        <w:pict>
          <v:group style="position:absolute;margin-left:.0pt;margin-top:688.8255pt;width:52.4406pt;height:.1pt;mso-position-horizontal-relative:page;mso-position-vertical-relative:page;z-index:-220" coordorigin="0,13777" coordsize="1049,2">
            <v:shape style="position:absolute;left:0;top:13777;width:1049;height:2" coordorigin="0,13777" coordsize="1049,0" path="m726,13777l1774,13777e" filled="f" stroked="t" strokeweight=".75pt" strokecolor="#231F20">
              <v:path arrowok="t"/>
            </v:shape>
          </v:group>
          <w10:wrap type="none"/>
        </w:pict>
      </w:r>
      <w:r>
        <w:rPr/>
        <w:pict>
          <v:group style="position:absolute;margin-left:11.489853pt;margin-top:87.156998pt;width:527.092147pt;height:336.056pt;mso-position-horizontal-relative:page;mso-position-vertical-relative:page;z-index:-219" coordorigin="230,1743" coordsize="10542,6721">
            <v:shape style="position:absolute;left:1134;top:1814;width:8220;height:5749" type="#_x0000_t75">
              <v:imagedata r:id="rId5" o:title=""/>
            </v:shape>
            <v:shape style="position:absolute;left:230;top:7370;width:3455;height:1094" type="#_x0000_t75">
              <v:imagedata r:id="rId6" o:title=""/>
            </v:shape>
            <v:shape style="position:absolute;left:727;top:1743;width:10045;height:40" type="#_x0000_t75">
              <v:imagedata r:id="rId7" o:title=""/>
            </v:shape>
            <v:shape style="position:absolute;left:727;top:1743;width:10035;height:40" type="#_x0000_t75">
              <v:imagedata r:id="rId8" o:title=""/>
            </v:shape>
            <w10:wrap type="none"/>
          </v:group>
        </w:pict>
      </w:r>
      <w:r>
        <w:rPr/>
        <w:pict>
          <v:group style="position:absolute;margin-left:307.873901pt;margin-top:25.1644pt;width:13.463pt;height:16.904pt;mso-position-horizontal-relative:page;mso-position-vertical-relative:paragraph;z-index:-215" coordorigin="6157,503" coordsize="269,338">
            <v:shape style="position:absolute;left:6157;top:503;width:269;height:338" coordorigin="6157,503" coordsize="269,338" path="m6427,503l6157,503,6157,841,6187,841,6187,814,6427,814,6427,785,6187,785,6187,719,6427,719,6427,691,6187,691,6187,625,6427,625,6427,597,6187,597,6187,532,6427,532,6427,503e" filled="t" fillcolor="#A4AFC4" stroked="f">
              <v:path arrowok="t"/>
              <v:fill/>
            </v:shape>
            <v:shape style="position:absolute;left:6157;top:503;width:269;height:338" coordorigin="6157,503" coordsize="269,338" path="m6427,814l6396,814,6396,841,6427,841,6427,814e" filled="t" fillcolor="#A4AFC4" stroked="f">
              <v:path arrowok="t"/>
              <v:fill/>
            </v:shape>
            <v:shape style="position:absolute;left:6157;top:503;width:269;height:338" coordorigin="6157,503" coordsize="269,338" path="m6427,719l6396,719,6396,785,6427,785,6427,719e" filled="t" fillcolor="#A4AFC4" stroked="f">
              <v:path arrowok="t"/>
              <v:fill/>
            </v:shape>
            <v:shape style="position:absolute;left:6157;top:503;width:269;height:338" coordorigin="6157,503" coordsize="269,338" path="m6427,625l6396,625,6396,691,6427,691,6427,625e" filled="t" fillcolor="#A4AFC4" stroked="f">
              <v:path arrowok="t"/>
              <v:fill/>
            </v:shape>
            <v:shape style="position:absolute;left:6157;top:503;width:269;height:338" coordorigin="6157,503" coordsize="269,338" path="m6427,532l6396,532,6396,597,6427,597,6427,532e" filled="t" fillcolor="#A4AFC4" stroked="f">
              <v:path arrowok="t"/>
              <v:fill/>
            </v:shape>
          </v:group>
          <w10:wrap type="none"/>
        </w:pict>
      </w:r>
      <w:r>
        <w:rPr/>
        <w:pict>
          <v:group style="position:absolute;margin-left:325.372589pt;margin-top:23.986364pt;width:18.389521pt;height:18.206824pt;mso-position-horizontal-relative:page;mso-position-vertical-relative:paragraph;z-index:-214" coordorigin="6507,480" coordsize="368,364">
            <v:shape style="position:absolute;left:6507;top:480;width:368;height:364" coordorigin="6507,480" coordsize="368,364" path="m6710,818l6714,825,6718,836,6729,844,6751,843,6766,839,6776,835,6779,827,6779,819,6726,819,6710,818e" filled="t" fillcolor="#A4AFC4" stroked="f">
              <v:path arrowok="t"/>
              <v:fill/>
            </v:shape>
            <v:shape style="position:absolute;left:6507;top:480;width:368;height:364" coordorigin="6507,480" coordsize="368,364" path="m6597,675l6573,675,6568,793,6526,800,6509,803,6530,827,6650,803,6649,788,6597,788,6597,675e" filled="t" fillcolor="#A4AFC4" stroked="f">
              <v:path arrowok="t"/>
              <v:fill/>
            </v:shape>
            <v:shape style="position:absolute;left:6507;top:480;width:368;height:364" coordorigin="6507,480" coordsize="368,364" path="m6836,753l6752,753,6752,817,6750,818,6746,818,6741,818,6726,819,6779,819,6779,811,6783,753,6837,753,6836,753e" filled="t" fillcolor="#A4AFC4" stroked="f">
              <v:path arrowok="t"/>
              <v:fill/>
            </v:shape>
            <v:shape style="position:absolute;left:6507;top:480;width:368;height:364" coordorigin="6507,480" coordsize="368,364" path="m6837,753l6783,753,6801,767,6818,780,6834,793,6848,806,6860,817,6875,794,6863,783,6849,769,6837,753e" filled="t" fillcolor="#A4AFC4" stroked="f">
              <v:path arrowok="t"/>
              <v:fill/>
            </v:shape>
            <v:shape style="position:absolute;left:6507;top:480;width:368;height:364" coordorigin="6507,480" coordsize="368,364" path="m6779,654l6752,654,6750,725,6732,738,6681,776,6653,795,6673,815,6688,804,6701,793,6719,779,6752,753,6836,753,6835,752,6824,731,6825,731,6794,731,6789,727,6784,724,6779,721,6779,654e" filled="t" fillcolor="#A4AFC4" stroked="f">
              <v:path arrowok="t"/>
              <v:fill/>
            </v:shape>
            <v:shape style="position:absolute;left:6507;top:480;width:368;height:364" coordorigin="6507,480" coordsize="368,364" path="m6649,779l6597,788,6649,788,6649,779e" filled="t" fillcolor="#A4AFC4" stroked="f">
              <v:path arrowok="t"/>
              <v:fill/>
            </v:shape>
            <v:shape style="position:absolute;left:6507;top:480;width:368;height:364" coordorigin="6507,480" coordsize="368,364" path="m6539,694l6521,714,6526,735,6529,755,6532,773,6552,754,6548,734,6544,714,6539,694e" filled="t" fillcolor="#A4AFC4" stroked="f">
              <v:path arrowok="t"/>
              <v:fill/>
            </v:shape>
            <v:shape style="position:absolute;left:6507;top:480;width:368;height:364" coordorigin="6507,480" coordsize="368,364" path="m6650,696l6627,703,6623,724,6619,744,6614,763,6634,756,6640,734,6646,714,6650,696e" filled="t" fillcolor="#A4AFC4" stroked="f">
              <v:path arrowok="t"/>
              <v:fill/>
            </v:shape>
            <v:shape style="position:absolute;left:6507;top:480;width:368;height:364" coordorigin="6507,480" coordsize="368,364" path="m6687,670l6674,690,6688,705,6702,721,6712,735,6729,715,6717,700,6702,684,6687,670e" filled="t" fillcolor="#A4AFC4" stroked="f">
              <v:path arrowok="t"/>
              <v:fill/>
            </v:shape>
            <v:shape style="position:absolute;left:6507;top:480;width:368;height:364" coordorigin="6507,480" coordsize="368,364" path="m6832,683l6820,699,6806,716,6794,731,6825,731,6838,716,6851,701,6864,685,6832,683e" filled="t" fillcolor="#A4AFC4" stroked="f">
              <v:path arrowok="t"/>
              <v:fill/>
            </v:shape>
            <v:shape style="position:absolute;left:6507;top:480;width:368;height:364" coordorigin="6507,480" coordsize="368,364" path="m6597,605l6573,605,6573,649,6513,649,6513,675,6647,675,6647,649,6597,649,6597,605e" filled="t" fillcolor="#A4AFC4" stroked="f">
              <v:path arrowok="t"/>
              <v:fill/>
            </v:shape>
            <v:shape style="position:absolute;left:6507;top:480;width:368;height:364" coordorigin="6507,480" coordsize="368,364" path="m6740,481l6711,481,6706,501,6701,522,6696,542,6691,563,6685,581,6680,598,6797,598,6795,608,6793,618,6790,628,6655,628,6655,654,6875,654,6875,628,6822,613,6826,593,6830,574,6716,574,6720,563,6722,550,6726,537,6837,537,6838,532,6841,515,6831,513,6732,513,6735,502,6737,491,6740,481e" filled="t" fillcolor="#A4AFC4" stroked="f">
              <v:path arrowok="t"/>
              <v:fill/>
            </v:shape>
            <v:shape style="position:absolute;left:6507;top:480;width:368;height:364" coordorigin="6507,480" coordsize="368,364" path="m6632,589l6534,589,6534,605,6632,605,6632,589e" filled="t" fillcolor="#A4AFC4" stroked="f">
              <v:path arrowok="t"/>
              <v:fill/>
            </v:shape>
            <v:shape style="position:absolute;left:6507;top:480;width:368;height:364" coordorigin="6507,480" coordsize="368,364" path="m6582,480l6549,532,6507,574,6511,581,6518,596,6519,602,6524,597,6529,593,6534,589,6632,589,6632,579,6551,570,6564,555,6578,540,6593,526,6627,526,6615,515,6599,500,6601,495,6604,491,6605,487,6582,480e" filled="t" fillcolor="#A4AFC4" stroked="f">
              <v:path arrowok="t"/>
              <v:fill/>
            </v:shape>
            <v:shape style="position:absolute;left:6507;top:480;width:368;height:364" coordorigin="6507,480" coordsize="368,364" path="m6627,526l6593,526,6608,542,6623,557,6636,572,6647,584,6658,558,6645,544,6630,530,6627,526e" filled="t" fillcolor="#A4AFC4" stroked="f">
              <v:path arrowok="t"/>
              <v:fill/>
            </v:shape>
            <v:shape style="position:absolute;left:6507;top:480;width:368;height:364" coordorigin="6507,480" coordsize="368,364" path="m6837,537l6809,537,6808,548,6802,574,6830,574,6835,552,6837,537e" filled="t" fillcolor="#A4AFC4" stroked="f">
              <v:path arrowok="t"/>
              <v:fill/>
            </v:shape>
            <v:shape style="position:absolute;left:6507;top:480;width:368;height:364" coordorigin="6507,480" coordsize="368,364" path="m6821,512l6816,513,6831,513,6821,512e" filled="t" fillcolor="#A4AFC4" stroked="f">
              <v:path arrowok="t"/>
              <v:fill/>
            </v:shape>
          </v:group>
          <w10:wrap type="none"/>
        </w:pict>
      </w:r>
      <w:r>
        <w:rPr>
          <w:rFonts w:ascii="Arial" w:hAnsi="Arial" w:cs="Arial" w:eastAsia="Arial"/>
          <w:sz w:val="92"/>
          <w:szCs w:val="92"/>
          <w:color w:val="A4AFC4"/>
          <w:spacing w:val="0"/>
          <w:w w:val="100"/>
          <w:position w:val="-3"/>
        </w:rPr>
        <w:t>CONTENTS</w:t>
      </w:r>
      <w:r>
        <w:rPr>
          <w:rFonts w:ascii="Arial" w:hAnsi="Arial" w:cs="Arial" w:eastAsia="Arial"/>
          <w:sz w:val="92"/>
          <w:szCs w:val="9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327" w:lineRule="exact"/>
        <w:ind w:left="650" w:right="-20"/>
        <w:jc w:val="left"/>
        <w:rPr>
          <w:rFonts w:ascii="思源黑體 Normal" w:hAnsi="思源黑體 Normal" w:cs="思源黑體 Normal" w:eastAsia="思源黑體 Normal"/>
          <w:sz w:val="28"/>
          <w:szCs w:val="28"/>
        </w:rPr>
      </w:pPr>
      <w:rPr/>
      <w:r>
        <w:rPr>
          <w:rFonts w:ascii="思源黑體 Normal" w:hAnsi="思源黑體 Normal" w:cs="思源黑體 Normal" w:eastAsia="思源黑體 Normal"/>
          <w:sz w:val="28"/>
          <w:szCs w:val="28"/>
          <w:color w:val="FFFFFF"/>
          <w:spacing w:val="62"/>
          <w:position w:val="2"/>
        </w:rPr>
        <w:t>本期專</w:t>
      </w:r>
      <w:r>
        <w:rPr>
          <w:rFonts w:ascii="思源黑體 Normal" w:hAnsi="思源黑體 Normal" w:cs="思源黑體 Normal" w:eastAsia="思源黑體 Normal"/>
          <w:sz w:val="28"/>
          <w:szCs w:val="28"/>
          <w:color w:val="FFFFFF"/>
          <w:spacing w:val="0"/>
          <w:position w:val="2"/>
        </w:rPr>
        <w:t>題</w:t>
      </w:r>
      <w:r>
        <w:rPr>
          <w:rFonts w:ascii="思源黑體 Normal" w:hAnsi="思源黑體 Normal" w:cs="思源黑體 Normal" w:eastAsia="思源黑體 Normal"/>
          <w:sz w:val="28"/>
          <w:szCs w:val="28"/>
          <w:color w:val="FFFFFF"/>
          <w:spacing w:val="-1"/>
          <w:position w:val="2"/>
        </w:rPr>
        <w:t> </w:t>
      </w:r>
      <w:r>
        <w:rPr>
          <w:rFonts w:ascii="思源黑體 Normal" w:hAnsi="思源黑體 Normal" w:cs="思源黑體 Normal" w:eastAsia="思源黑體 Normal"/>
          <w:sz w:val="28"/>
          <w:szCs w:val="28"/>
          <w:color w:val="000000"/>
          <w:spacing w:val="0"/>
          <w:position w:val="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508.190002" w:type="dxa"/>
      </w:tblPr>
      <w:tblGrid/>
      <w:tr>
        <w:trPr>
          <w:trHeight w:val="403" w:hRule="exact"/>
        </w:trPr>
        <w:tc>
          <w:tcPr>
            <w:tcW w:w="5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302" w:lineRule="exact"/>
              <w:ind w:left="40" w:right="-20"/>
              <w:jc w:val="lef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spacing w:val="0"/>
                <w:w w:val="100"/>
              </w:rPr>
              <w:t>05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4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302" w:lineRule="exact"/>
              <w:ind w:left="241" w:right="-20"/>
              <w:jc w:val="lef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</w:rPr>
              <w:t>淺談股務作業採電子簽章服務之發展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</w:rPr>
              <w:t> 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</w:rPr>
            </w:r>
          </w:p>
        </w:tc>
        <w:tc>
          <w:tcPr>
            <w:tcW w:w="232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302" w:lineRule="exact"/>
              <w:ind w:right="20"/>
              <w:jc w:val="righ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spacing w:val="0"/>
                <w:w w:val="100"/>
              </w:rPr>
              <w:t>陳俊誠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403" w:hRule="exact"/>
        </w:trPr>
        <w:tc>
          <w:tcPr>
            <w:tcW w:w="518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left="40" w:right="-20"/>
              <w:jc w:val="lef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spacing w:val="0"/>
                <w:w w:val="100"/>
                <w:position w:val="1"/>
              </w:rPr>
              <w:t>17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44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left="241" w:right="-20"/>
              <w:jc w:val="lef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position w:val="1"/>
              </w:rPr>
              <w:t>淺談我國股東會電子投票制度之發展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position w:val="1"/>
              </w:rPr>
              <w:t> 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  <w:position w:val="0"/>
              </w:rPr>
            </w:r>
          </w:p>
        </w:tc>
        <w:tc>
          <w:tcPr>
            <w:tcW w:w="2325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85" w:lineRule="exact"/>
              <w:ind w:right="20"/>
              <w:jc w:val="right"/>
              <w:rPr>
                <w:rFonts w:ascii="思源宋體" w:hAnsi="思源宋體" w:cs="思源宋體" w:eastAsia="思源宋體"/>
                <w:sz w:val="22"/>
                <w:szCs w:val="22"/>
              </w:rPr>
            </w:pPr>
            <w:rPr/>
            <w:r>
              <w:rPr>
                <w:rFonts w:ascii="思源宋體" w:hAnsi="思源宋體" w:cs="思源宋體" w:eastAsia="思源宋體"/>
                <w:sz w:val="22"/>
                <w:szCs w:val="22"/>
                <w:color w:val="231F20"/>
                <w:spacing w:val="0"/>
                <w:w w:val="100"/>
                <w:position w:val="1"/>
              </w:rPr>
              <w:t>傅家竑</w:t>
            </w:r>
            <w:r>
              <w:rPr>
                <w:rFonts w:ascii="思源宋體" w:hAnsi="思源宋體" w:cs="思源宋體" w:eastAsia="思源宋體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2" w:lineRule="exact"/>
        <w:ind w:left="548" w:right="-20"/>
        <w:jc w:val="left"/>
        <w:tabs>
          <w:tab w:pos="126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/>
        <w:pict>
          <v:group style="position:absolute;margin-left:56.693001pt;margin-top:-38.262238pt;width:286.299pt;height:24.954pt;mso-position-horizontal-relative:page;mso-position-vertical-relative:paragraph;z-index:-218" coordorigin="1134,-765" coordsize="5726,499">
            <v:shape style="position:absolute;left:1134;top:-765;width:5726;height:499" type="#_x0000_t75">
              <v:imagedata r:id="rId9" o:title=""/>
            </v:shape>
            <v:shape style="position:absolute;left:1250;top:-656;width:2949;height:280" type="#_x0000_t75">
              <v:imagedata r:id="rId10" o:title=""/>
            </v:shape>
            <w10:wrap type="none"/>
          </v:group>
        </w:pic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27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近期發布措施及要聞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548" w:right="-20"/>
        <w:jc w:val="left"/>
        <w:tabs>
          <w:tab w:pos="126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33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外資及陸資投資國內證券情形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548" w:right="-20"/>
        <w:jc w:val="left"/>
        <w:tabs>
          <w:tab w:pos="126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/>
        <w:pict>
          <v:group style="position:absolute;margin-left:56.693001pt;margin-top:33.113598pt;width:199.559pt;height:24.98pt;mso-position-horizontal-relative:page;mso-position-vertical-relative:paragraph;z-index:-217" coordorigin="1134,662" coordsize="3991,500">
            <v:shape style="position:absolute;left:1134;top:662;width:3991;height:500" type="#_x0000_t75">
              <v:imagedata r:id="rId11" o:title=""/>
            </v:shape>
            <v:group style="position:absolute;left:1260;top:784;width:249;height:256" coordorigin="1260,784" coordsize="249,256">
              <v:shape style="position:absolute;left:1260;top:784;width:249;height:256" coordorigin="1260,784" coordsize="249,256" path="m1271,862l1260,878,1279,887,1297,898,1312,908,1309,881,1290,871,1271,862e" filled="t" fillcolor="#FFFFFF" stroked="f">
                <v:path arrowok="t"/>
                <v:fill/>
              </v:shape>
              <v:shape style="position:absolute;left:1260;top:784;width:249;height:256" coordorigin="1260,784" coordsize="249,256" path="m1320,936l1289,992,1269,1022,1288,1034,1319,982,1337,946,1320,936e" filled="t" fillcolor="#FFFFFF" stroked="f">
                <v:path arrowok="t"/>
                <v:fill/>
              </v:shape>
              <v:shape style="position:absolute;left:1260;top:784;width:249;height:256" coordorigin="1260,784" coordsize="249,256" path="m1286,787l1276,803,1295,812,1313,823,1327,834,1339,816,1324,806,1305,796,1286,787e" filled="t" fillcolor="#FFFFFF" stroked="f">
                <v:path arrowok="t"/>
                <v:fill/>
              </v:shape>
              <v:shape style="position:absolute;left:1260;top:784;width:249;height:256" coordorigin="1260,784" coordsize="249,256" path="m1501,1012l1479,1012,1484,1022,1489,1032,1492,1039,1505,1020,1501,1012e" filled="t" fillcolor="#FFFFFF" stroked="f">
                <v:path arrowok="t"/>
                <v:fill/>
              </v:shape>
              <v:shape style="position:absolute;left:1260;top:784;width:249;height:256" coordorigin="1260,784" coordsize="249,256" path="m1509,902l1342,902,1342,922,1394,944,1383,965,1348,1010,1351,1015,1354,1025,1356,1030,1361,1028,1369,1026,1383,1024,1479,1012,1501,1012,1497,1004,1491,995,1469,995,1389,992,1400,976,1410,958,1420,940,1430,922,1509,922,1509,902e" filled="t" fillcolor="#FFFFFF" stroked="f">
                <v:path arrowok="t"/>
                <v:fill/>
              </v:shape>
              <v:shape style="position:absolute;left:1260;top:784;width:249;height:256" coordorigin="1260,784" coordsize="249,256" path="m1461,951l1446,962,1458,978,1469,995,1491,995,1486,986,1473,968,1461,951e" filled="t" fillcolor="#FFFFFF" stroked="f">
                <v:path arrowok="t"/>
                <v:fill/>
              </v:shape>
              <v:shape style="position:absolute;left:1260;top:784;width:249;height:256" coordorigin="1260,784" coordsize="249,256" path="m1435,852l1414,852,1414,902,1435,902,1435,852e" filled="t" fillcolor="#FFFFFF" stroked="f">
                <v:path arrowok="t"/>
                <v:fill/>
              </v:shape>
              <v:shape style="position:absolute;left:1260;top:784;width:249;height:256" coordorigin="1260,784" coordsize="249,256" path="m1497,832l1355,832,1355,852,1497,852,1497,832e" filled="t" fillcolor="#FFFFFF" stroked="f">
                <v:path arrowok="t"/>
                <v:fill/>
              </v:shape>
              <v:shape style="position:absolute;left:1260;top:784;width:249;height:256" coordorigin="1260,784" coordsize="249,256" path="m1435,784l1414,784,1414,832,1435,832,1435,784e" filled="t" fillcolor="#FFFFFF" stroked="f">
                <v:path arrowok="t"/>
                <v:fill/>
              </v:shape>
            </v:group>
            <v:group style="position:absolute;left:1596;top:792;width:250;height:247" coordorigin="1596,792" coordsize="250,247">
              <v:shape style="position:absolute;left:1596;top:792;width:250;height:247" coordorigin="1596,792" coordsize="250,247" path="m1738,792l1710,794,1697,808,1682,822,1632,858,1596,877,1601,883,1607,890,1612,894,1629,886,1645,876,1680,855,1698,845,1716,835,1734,827,1766,827,1762,824,1747,811,1734,799,1735,797,1736,794,1738,792e" filled="t" fillcolor="#FFFFFF" stroked="f">
                <v:path arrowok="t"/>
                <v:fill/>
              </v:shape>
              <v:shape style="position:absolute;left:1596;top:792;width:250;height:247" coordorigin="1596,792" coordsize="250,247" path="m1766,827l1734,827,1750,840,1801,876,1835,894,1838,888,1845,880,1833,868,1815,859,1797,848,1779,837,1766,827e" filled="t" fillcolor="#FFFFFF" stroked="f">
                <v:path arrowok="t"/>
                <v:fill/>
              </v:shape>
              <v:shape style="position:absolute;left:1596;top:792;width:250;height:247" coordorigin="1596,792" coordsize="250,247" path="m1773,864l1668,864,1668,883,1773,883,1773,864e" filled="t" fillcolor="#FFFFFF" stroked="f">
                <v:path arrowok="t"/>
                <v:fill/>
              </v:shape>
              <v:shape style="position:absolute;left:1596;top:792;width:250;height:247" coordorigin="1596,792" coordsize="250,247" path="m1681,957l1674,977,1692,989,1710,1002,1726,1015,1741,1028,1753,1039,1768,1022,1757,1009,1752,986,1758,979,1714,979,1697,967,1681,957e" filled="t" fillcolor="#FFFFFF" stroked="f">
                <v:path arrowok="t"/>
                <v:fill/>
              </v:shape>
              <v:shape style="position:absolute;left:1596;top:792;width:250;height:247" coordorigin="1596,792" coordsize="250,247" path="m1805,905l1802,906,1633,906,1633,926,1778,930,1765,943,1750,956,1733,968,1714,979,1758,979,1809,927,1821,914,1805,905e" filled="t" fillcolor="#FFFFFF" stroked="f">
                <v:path arrowok="t"/>
                <v:fill/>
              </v:shape>
            </v:group>
            <v:group style="position:absolute;left:1931;top:784;width:257;height:256" coordorigin="1931,784" coordsize="257,256">
              <v:shape style="position:absolute;left:1931;top:784;width:257;height:256" coordorigin="1931,784" coordsize="257,256" path="m2001,991l1982,991,1982,1040,2001,1040,2001,991e" filled="t" fillcolor="#FFFFFF" stroked="f">
                <v:path arrowok="t"/>
                <v:fill/>
              </v:shape>
              <v:shape style="position:absolute;left:1931;top:784;width:257;height:256" coordorigin="1931,784" coordsize="257,256" path="m2171,1009l2152,1009,2152,1040,2171,1040,2171,1009e" filled="t" fillcolor="#FFFFFF" stroked="f">
                <v:path arrowok="t"/>
                <v:fill/>
              </v:shape>
              <v:shape style="position:absolute;left:1931;top:784;width:257;height:256" coordorigin="1931,784" coordsize="257,256" path="m2052,973l1931,973,1931,991,2044,991,2044,1009,2186,1009,2186,990,2052,990,2052,973e" filled="t" fillcolor="#FFFFFF" stroked="f">
                <v:path arrowok="t"/>
                <v:fill/>
              </v:shape>
              <v:shape style="position:absolute;left:1931;top:784;width:257;height:256" coordorigin="1931,784" coordsize="257,256" path="m2087,886l2067,886,2067,990,2087,990,2087,966,2171,966,2171,951,2087,951,2087,926,2171,926,2171,910,2087,910,2087,886e" filled="t" fillcolor="#FFFFFF" stroked="f">
                <v:path arrowok="t"/>
                <v:fill/>
              </v:shape>
              <v:shape style="position:absolute;left:1931;top:784;width:257;height:256" coordorigin="1931,784" coordsize="257,256" path="m2171,966l2152,966,2152,990,2171,990,2171,966e" filled="t" fillcolor="#FFFFFF" stroked="f">
                <v:path arrowok="t"/>
                <v:fill/>
              </v:shape>
              <v:shape style="position:absolute;left:1931;top:784;width:257;height:256" coordorigin="1931,784" coordsize="257,256" path="m2001,950l1982,950,1982,973,2001,973,2001,950e" filled="t" fillcolor="#FFFFFF" stroked="f">
                <v:path arrowok="t"/>
                <v:fill/>
              </v:shape>
              <v:shape style="position:absolute;left:1931;top:784;width:257;height:256" coordorigin="1931,784" coordsize="257,256" path="m2171,926l2152,926,2152,951,2171,951,2171,926e" filled="t" fillcolor="#FFFFFF" stroked="f">
                <v:path arrowok="t"/>
                <v:fill/>
              </v:shape>
              <v:shape style="position:absolute;left:1931;top:784;width:257;height:256" coordorigin="1931,784" coordsize="257,256" path="m2044,853l1941,853,1941,950,2044,950,2044,934,1957,934,1957,909,2044,909,2044,894,1957,894,1957,869,2044,869,2044,853e" filled="t" fillcolor="#FFFFFF" stroked="f">
                <v:path arrowok="t"/>
                <v:fill/>
              </v:shape>
              <v:shape style="position:absolute;left:1931;top:784;width:257;height:256" coordorigin="1931,784" coordsize="257,256" path="m1999,909l1984,909,1984,934,1999,934,1999,909e" filled="t" fillcolor="#FFFFFF" stroked="f">
                <v:path arrowok="t"/>
                <v:fill/>
              </v:shape>
              <v:shape style="position:absolute;left:1931;top:784;width:257;height:256" coordorigin="1931,784" coordsize="257,256" path="m2044,909l2027,909,2027,934,2044,934,2044,909e" filled="t" fillcolor="#FFFFFF" stroked="f">
                <v:path arrowok="t"/>
                <v:fill/>
              </v:shape>
              <v:shape style="position:absolute;left:1931;top:784;width:257;height:256" coordorigin="1931,784" coordsize="257,256" path="m2171,886l2152,886,2152,910,2171,910,2171,886e" filled="t" fillcolor="#FFFFFF" stroked="f">
                <v:path arrowok="t"/>
                <v:fill/>
              </v:shape>
              <v:shape style="position:absolute;left:1931;top:784;width:257;height:256" coordorigin="1931,784" coordsize="257,256" path="m1999,869l1984,869,1984,894,1999,894,1999,869e" filled="t" fillcolor="#FFFFFF" stroked="f">
                <v:path arrowok="t"/>
                <v:fill/>
              </v:shape>
              <v:shape style="position:absolute;left:1931;top:784;width:257;height:256" coordorigin="1931,784" coordsize="257,256" path="m2044,869l2027,869,2027,894,2044,894,2044,869e" filled="t" fillcolor="#FFFFFF" stroked="f">
                <v:path arrowok="t"/>
                <v:fill/>
              </v:shape>
              <v:shape style="position:absolute;left:1931;top:784;width:257;height:256" coordorigin="1931,784" coordsize="257,256" path="m2187,869l2050,869,2050,886,2187,886,2187,869e" filled="t" fillcolor="#FFFFFF" stroked="f">
                <v:path arrowok="t"/>
                <v:fill/>
              </v:shape>
              <v:shape style="position:absolute;left:1931;top:784;width:257;height:256" coordorigin="1931,784" coordsize="257,256" path="m2001,833l1982,833,1982,853,2001,853,2001,833e" filled="t" fillcolor="#FFFFFF" stroked="f">
                <v:path arrowok="t"/>
                <v:fill/>
              </v:shape>
              <v:shape style="position:absolute;left:1931;top:784;width:257;height:256" coordorigin="1931,784" coordsize="257,256" path="m2172,793l2066,793,2066,853,2172,853,2172,837,2086,837,2086,809,2172,809,2172,793e" filled="t" fillcolor="#FFFFFF" stroked="f">
                <v:path arrowok="t"/>
                <v:fill/>
              </v:shape>
              <v:shape style="position:absolute;left:1931;top:784;width:257;height:256" coordorigin="1931,784" coordsize="257,256" path="m2172,809l2152,809,2152,837,2172,837,2172,809e" filled="t" fillcolor="#FFFFFF" stroked="f">
                <v:path arrowok="t"/>
                <v:fill/>
              </v:shape>
              <v:shape style="position:absolute;left:1931;top:784;width:257;height:256" coordorigin="1931,784" coordsize="257,256" path="m2049,815l1934,815,1934,833,2049,833,2049,815e" filled="t" fillcolor="#FFFFFF" stroked="f">
                <v:path arrowok="t"/>
                <v:fill/>
              </v:shape>
              <v:shape style="position:absolute;left:1931;top:784;width:257;height:256" coordorigin="1931,784" coordsize="257,256" path="m2001,784l1982,784,1982,815,2001,815,2001,784e" filled="t" fillcolor="#FFFFFF" stroked="f">
                <v:path arrowok="t"/>
                <v:fill/>
              </v:shape>
            </v:group>
            <v:group style="position:absolute;left:2270;top:796;width:249;height:243" coordorigin="2270,796" coordsize="249,243">
              <v:shape style="position:absolute;left:2270;top:796;width:249;height:243" coordorigin="2270,796" coordsize="249,243" path="m2354,961l2331,961,2322,973,2314,985,2310,994,2331,998,2350,1002,2369,1006,2352,1011,2334,1015,2314,1018,2293,1020,2270,1022,2273,1027,2277,1034,2283,1040,2304,1038,2382,1025,2421,1017,2492,1017,2473,1010,2454,1002,2439,994,2397,994,2358,986,2338,983,2343,976,2349,969,2354,961e" filled="t" fillcolor="#FFFFFF" stroked="f">
                <v:path arrowok="t"/>
                <v:fill/>
              </v:shape>
              <v:shape style="position:absolute;left:2270;top:796;width:249;height:243" coordorigin="2270,796" coordsize="249,243" path="m2492,1017l2421,1017,2442,1023,2462,1028,2479,1034,2495,1039,2510,1023,2492,1017e" filled="t" fillcolor="#FFFFFF" stroked="f">
                <v:path arrowok="t"/>
                <v:fill/>
              </v:shape>
              <v:shape style="position:absolute;left:2270;top:796;width:249;height:243" coordorigin="2270,796" coordsize="249,243" path="m2461,961l2354,961,2430,970,2415,983,2397,994,2439,994,2436,992,2450,978,2461,961e" filled="t" fillcolor="#FFFFFF" stroked="f">
                <v:path arrowok="t"/>
                <v:fill/>
              </v:shape>
              <v:shape style="position:absolute;left:2270;top:796;width:249;height:243" coordorigin="2270,796" coordsize="249,243" path="m2519,943l2270,943,2270,961,2519,961,2519,943e" filled="t" fillcolor="#FFFFFF" stroked="f">
                <v:path arrowok="t"/>
                <v:fill/>
              </v:shape>
              <v:shape style="position:absolute;left:2270;top:796;width:249;height:243" coordorigin="2270,796" coordsize="249,243" path="m2359,914l2355,923,2349,933,2343,943,2366,943,2371,935,2376,927,2380,918,2359,914e" filled="t" fillcolor="#FFFFFF" stroked="f">
                <v:path arrowok="t"/>
                <v:fill/>
              </v:shape>
              <v:shape style="position:absolute;left:2270;top:796;width:249;height:243" coordorigin="2270,796" coordsize="249,243" path="m2454,927l2452,933,2450,938,2447,943,2470,943,2472,940,2473,936,2474,933,2454,927e" filled="t" fillcolor="#FFFFFF" stroked="f">
                <v:path arrowok="t"/>
                <v:fill/>
              </v:shape>
              <v:shape style="position:absolute;left:2270;top:796;width:249;height:243" coordorigin="2270,796" coordsize="249,243" path="m2502,838l2289,838,2289,910,2502,910,2502,893,2308,893,2308,855,2502,855,2502,838e" filled="t" fillcolor="#FFFFFF" stroked="f">
                <v:path arrowok="t"/>
                <v:fill/>
              </v:shape>
              <v:shape style="position:absolute;left:2270;top:796;width:249;height:243" coordorigin="2270,796" coordsize="249,243" path="m2370,855l2350,855,2350,893,2370,893,2370,855e" filled="t" fillcolor="#FFFFFF" stroked="f">
                <v:path arrowok="t"/>
                <v:fill/>
              </v:shape>
              <v:shape style="position:absolute;left:2270;top:796;width:249;height:243" coordorigin="2270,796" coordsize="249,243" path="m2435,855l2415,855,2415,893,2435,893,2435,855e" filled="t" fillcolor="#FFFFFF" stroked="f">
                <v:path arrowok="t"/>
                <v:fill/>
              </v:shape>
              <v:shape style="position:absolute;left:2270;top:796;width:249;height:243" coordorigin="2270,796" coordsize="249,243" path="m2502,855l2482,855,2482,893,2502,893,2502,855e" filled="t" fillcolor="#FFFFFF" stroked="f">
                <v:path arrowok="t"/>
                <v:fill/>
              </v:shape>
              <v:shape style="position:absolute;left:2270;top:796;width:249;height:243" coordorigin="2270,796" coordsize="249,243" path="m2370,815l2350,815,2350,838,2370,838,2370,815e" filled="t" fillcolor="#FFFFFF" stroked="f">
                <v:path arrowok="t"/>
                <v:fill/>
              </v:shape>
              <v:shape style="position:absolute;left:2270;top:796;width:249;height:243" coordorigin="2270,796" coordsize="249,243" path="m2435,815l2415,815,2415,838,2435,838,2435,815e" filled="t" fillcolor="#FFFFFF" stroked="f">
                <v:path arrowok="t"/>
                <v:fill/>
              </v:shape>
              <v:shape style="position:absolute;left:2270;top:796;width:249;height:243" coordorigin="2270,796" coordsize="249,243" path="m2514,796l2275,796,2275,815,2514,815,2514,796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35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違規案件之處理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4" w:lineRule="exact"/>
        <w:ind w:left="368" w:right="-20"/>
        <w:jc w:val="left"/>
        <w:rPr>
          <w:rFonts w:ascii="思源宋體 TW" w:hAnsi="思源宋體 TW" w:cs="思源宋體 TW" w:eastAsia="思源宋體 TW"/>
          <w:sz w:val="20"/>
          <w:szCs w:val="20"/>
        </w:rPr>
      </w:pPr>
      <w:rPr/>
      <w:r>
        <w:rPr/>
        <w:pict>
          <v:group style="position:absolute;margin-left:56.693001pt;margin-top:-62.150997pt;width:239.761pt;height:24.98pt;mso-position-horizontal-relative:page;mso-position-vertical-relative:paragraph;z-index:-216" coordorigin="1134,-1243" coordsize="4795,500">
            <v:shape style="position:absolute;left:1134;top:-1243;width:4795;height:500" type="#_x0000_t75">
              <v:imagedata r:id="rId12" o:title=""/>
            </v:shape>
            <v:group style="position:absolute;left:1263;top:-1121;width:253;height:256" coordorigin="1263,-1121" coordsize="253,256">
              <v:shape style="position:absolute;left:1263;top:-1121;width:253;height:256" coordorigin="1263,-1121" coordsize="253,256" path="m1483,-897l1433,-897,1449,-887,1467,-878,1486,-871,1507,-865,1509,-871,1515,-880,1504,-888,1484,-896,1483,-897e" filled="t" fillcolor="#FFFFFF" stroked="f">
                <v:path arrowok="t"/>
                <v:fill/>
              </v:shape>
              <v:shape style="position:absolute;left:1263;top:-1121;width:253;height:256" coordorigin="1263,-1121" coordsize="253,256" path="m1270,-887l1272,-881,1276,-873,1276,-868,1295,-868,1307,-868,1314,-871,1321,-875,1325,-880,1325,-886,1283,-886,1270,-887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86,-979l1369,-979,1374,-960,1385,-943,1397,-927,1410,-913,1393,-903,1375,-895,1355,-889,1336,-884,1340,-879,1344,-871,1358,-868,1377,-874,1395,-881,1414,-888,1433,-897,1483,-897,1468,-907,1458,-924,1464,-931,1422,-931,1408,-945,1396,-961,1386,-979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25,-964l1304,-964,1304,-888,1303,-887,1295,-887,1283,-886,1325,-886,1325,-964e" filled="t" fillcolor="#FFFFFF" stroked="f">
                <v:path arrowok="t"/>
                <v:fill/>
              </v:shape>
              <v:shape style="position:absolute;left:1263;top:-1121;width:253;height:256" coordorigin="1263,-1121" coordsize="253,256" path="m1487,-999l1483,-998,1358,-998,1358,-979,1386,-979,1468,-970,1456,-954,1441,-941,1422,-931,1464,-931,1471,-939,1482,-955,1492,-973,1500,-993,1487,-999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25,-1045l1304,-1045,1301,-984,1280,-979,1263,-974,1269,-954,1304,-964,1325,-964,1325,-971,1353,-979,1352,-991,1325,-991,1325,-1045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51,-998l1325,-991,1352,-991,1351,-998e" filled="t" fillcolor="#FFFFFF" stroked="f">
                <v:path arrowok="t"/>
                <v:fill/>
              </v:shape>
              <v:shape style="position:absolute;left:1263;top:-1121;width:253;height:256" coordorigin="1263,-1121" coordsize="253,256" path="m1473,-1111l1385,-1111,1384,-1072,1380,-1054,1370,-1036,1349,-1020,1353,-1017,1360,-1009,1369,-1009,1387,-1025,1398,-1043,1403,-1062,1404,-1080,1404,-1092,1473,-1092,1473,-1111e" filled="t" fillcolor="#FFFFFF" stroked="f">
                <v:path arrowok="t"/>
                <v:fill/>
              </v:shape>
              <v:shape style="position:absolute;left:1263;top:-1121;width:253;height:256" coordorigin="1263,-1121" coordsize="253,256" path="m1473,-1092l1453,-1092,1453,-1026,1458,-1018,1506,-1018,1512,-1018,1516,-1019,1515,-1024,1514,-1032,1514,-1036,1474,-1036,1473,-1039,1473,-1092e" filled="t" fillcolor="#FFFFFF" stroked="f">
                <v:path arrowok="t"/>
                <v:fill/>
              </v:shape>
              <v:shape style="position:absolute;left:1263;top:-1121;width:253;height:256" coordorigin="1263,-1121" coordsize="253,256" path="m1514,-1037l1510,-1036,1504,-1036,1514,-1036,1514,-1037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59,-1065l1266,-1065,1266,-1045,1359,-1045,1359,-1065e" filled="t" fillcolor="#FFFFFF" stroked="f">
                <v:path arrowok="t"/>
                <v:fill/>
              </v:shape>
              <v:shape style="position:absolute;left:1263;top:-1121;width:253;height:256" coordorigin="1263,-1121" coordsize="253,256" path="m1325,-1121l1304,-1121,1304,-1065,1325,-1065,1325,-1121e" filled="t" fillcolor="#FFFFFF" stroked="f">
                <v:path arrowok="t"/>
                <v:fill/>
              </v:shape>
            </v:group>
            <v:group style="position:absolute;left:1603;top:-1120;width:250;height:254" coordorigin="1603,-1120" coordsize="250,254">
              <v:shape style="position:absolute;left:1603;top:-1120;width:250;height:254" coordorigin="1603,-1120" coordsize="250,254" path="m1798,-1057l1770,-1057,1785,-1046,1802,-1037,1822,-1030,1844,-1026,1847,-1031,1852,-1038,1847,-1043,1824,-1048,1803,-1054,1798,-1057e" filled="t" fillcolor="#FFFFFF" stroked="f">
                <v:path arrowok="t"/>
                <v:fill/>
              </v:shape>
              <v:shape style="position:absolute;left:1603;top:-1120;width:250;height:254" coordorigin="1603,-1120" coordsize="250,254" path="m1775,-1086l1756,-1086,1755,-1080,1755,-1078,1751,-1068,1739,-1057,1715,-1048,1676,-1040,1680,-1036,1685,-1029,1701,-1027,1727,-1033,1747,-1041,1761,-1049,1770,-1057,1798,-1057,1786,-1063,1774,-1073,1775,-1076,1775,-1078,1775,-1086e" filled="t" fillcolor="#FFFFFF" stroked="f">
                <v:path arrowok="t"/>
                <v:fill/>
              </v:shape>
              <v:shape style="position:absolute;left:1603;top:-1120;width:250;height:254" coordorigin="1603,-1120" coordsize="250,254" path="m1683,-1061l1603,-1061,1603,-1044,1683,-1044,1683,-1061e" filled="t" fillcolor="#FFFFFF" stroked="f">
                <v:path arrowok="t"/>
                <v:fill/>
              </v:shape>
              <v:shape style="position:absolute;left:1603;top:-1120;width:250;height:254" coordorigin="1603,-1120" coordsize="250,254" path="m1722,-1120l1714,-1101,1703,-1083,1690,-1069,1694,-1066,1702,-1061,1706,-1058,1713,-1066,1721,-1075,1727,-1086,1840,-1086,1846,-1098,1835,-1102,1735,-1102,1737,-1107,1739,-1112,1741,-1118,1722,-1120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40,-1086l1819,-1086,1816,-1078,1810,-1070,1806,-1064,1826,-1063,1837,-1080,1840,-1086e" filled="t" fillcolor="#FFFFFF" stroked="f">
                <v:path arrowok="t"/>
                <v:fill/>
              </v:shape>
              <v:shape style="position:absolute;left:1603;top:-1120;width:250;height:254" coordorigin="1603,-1120" coordsize="250,254" path="m1676,-1105l1609,-1105,1609,-1088,1676,-1088,1676,-1105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32,-1103l1829,-1102,1835,-1102,1832,-1103e" filled="t" fillcolor="#FFFFFF" stroked="f">
                <v:path arrowok="t"/>
                <v:fill/>
              </v:shape>
              <v:shape style="position:absolute;left:1603;top:-1120;width:250;height:254" coordorigin="1603,-1120" coordsize="250,254" path="m1681,-906l1665,-898,1645,-892,1624,-886,1604,-881,1609,-878,1616,-870,1631,-869,1650,-875,1670,-883,1689,-891,1705,-900,1681,-906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21,-1022l1639,-1022,1639,-910,1821,-910,1821,-924,1659,-924,1659,-943,1821,-943,1821,-957,1659,-957,1659,-976,1821,-976,1821,-989,1659,-989,1659,-1008,1821,-1008,1821,-1022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21,-943l1800,-943,1800,-924,1821,-924,1821,-943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21,-976l1800,-976,1800,-957,1821,-957,1821,-976e" filled="t" fillcolor="#FFFFFF" stroked="f">
                <v:path arrowok="t"/>
                <v:fill/>
              </v:shape>
              <v:shape style="position:absolute;left:1603;top:-1120;width:250;height:254" coordorigin="1603,-1120" coordsize="250,254" path="m1821,-1008l1800,-1008,1800,-989,1821,-989,1821,-1008e" filled="t" fillcolor="#FFFFFF" stroked="f">
                <v:path arrowok="t"/>
                <v:fill/>
              </v:shape>
              <v:shape style="position:absolute;left:1603;top:-1120;width:250;height:254" coordorigin="1603,-1120" coordsize="250,254" path="m1769,-908l1759,-896,1780,-888,1800,-880,1818,-873,1833,-866,1846,-881,1829,-887,1810,-895,1789,-902,1769,-908e" filled="t" fillcolor="#FFFFFF" stroked="f">
                <v:path arrowok="t"/>
                <v:fill/>
              </v:shape>
            </v:group>
            <v:group style="position:absolute;left:1937;top:-1120;width:250;height:253" coordorigin="1937,-1120" coordsize="250,253">
              <v:shape style="position:absolute;left:1937;top:-1120;width:250;height:253" coordorigin="1937,-1120" coordsize="250,253" path="m2088,-1012l2067,-1012,2072,-995,2109,-924,2157,-879,2178,-867,2181,-873,2187,-880,2182,-891,2159,-905,2140,-922,2124,-941,2111,-960,2100,-981,2092,-1001,2088,-1012e" filled="t" fillcolor="#FFFFFF" stroked="f">
                <v:path arrowok="t"/>
                <v:fill/>
              </v:shape>
              <v:shape style="position:absolute;left:1937;top:-1120;width:250;height:253" coordorigin="1937,-1120" coordsize="250,253" path="m2075,-1120l2052,-1117,2052,-1105,2051,-1091,2040,-1015,2013,-952,1961,-897,1937,-883,1943,-878,1950,-872,1959,-869,1979,-882,2025,-929,2061,-996,2067,-1012,2088,-1012,2073,-1080,2074,-1103,2075,-1120e" filled="t" fillcolor="#FFFFFF" stroked="f">
                <v:path arrowok="t"/>
                <v:fill/>
              </v:shape>
            </v:group>
            <v:group style="position:absolute;left:2283;top:-1109;width:233;height:244" coordorigin="2283,-1109" coordsize="233,244">
              <v:shape style="position:absolute;left:2283;top:-1109;width:233;height:244" coordorigin="2283,-1109" coordsize="233,244" path="m2516,-1109l2283,-1109,2283,-865,2303,-865,2303,-877,2516,-877,2516,-896,2303,-896,2303,-1090,2516,-1090,2516,-1109e" filled="t" fillcolor="#FFFFFF" stroked="f">
                <v:path arrowok="t"/>
                <v:fill/>
              </v:shape>
              <v:shape style="position:absolute;left:2283;top:-1109;width:233;height:244" coordorigin="2283,-1109" coordsize="233,244" path="m2516,-877l2495,-877,2495,-865,2516,-865,2516,-877e" filled="t" fillcolor="#FFFFFF" stroked="f">
                <v:path arrowok="t"/>
                <v:fill/>
              </v:shape>
              <v:shape style="position:absolute;left:2283;top:-1109;width:233;height:244" coordorigin="2283,-1109" coordsize="233,244" path="m2516,-1090l2495,-1090,2495,-896,2516,-896,2516,-1090e" filled="t" fillcolor="#FFFFFF" stroked="f">
                <v:path arrowok="t"/>
                <v:fill/>
              </v:shape>
              <v:shape style="position:absolute;left:2283;top:-1109;width:233;height:244" coordorigin="2283,-1109" coordsize="233,244" path="m2367,-948l2350,-948,2350,-917,2344,-913,2340,-912,2342,-909,2345,-903,2347,-900,2354,-903,2373,-908,2409,-918,2408,-921,2408,-922,2367,-922,2367,-948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05,-967l2403,-953,2421,-941,2439,-929,2455,-917,2468,-907,2481,-916,2467,-928,2449,-940,2460,-945,2464,-948,2437,-948,2426,-955,2415,-961,2405,-967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08,-931l2367,-922,2408,-922,2408,-927,2408,-931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65,-1015l2335,-1015,2335,-973,2368,-970,2350,-962,2330,-955,2310,-950,2314,-947,2319,-941,2321,-938,2330,-940,2340,-944,2350,-948,2367,-948,2367,-955,2378,-960,2389,-966,2398,-973,2465,-973,2465,-984,2352,-984,2352,-1003,2465,-1003,2465,-1015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67,-967l2460,-961,2448,-954,2437,-948,2464,-948,2471,-952,2480,-958,2467,-967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65,-1003l2446,-1003,2446,-984,2465,-984,2465,-1003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81,-1038l2317,-1038,2317,-1025,2481,-1025,2481,-1038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08,-1056l2389,-1056,2389,-1038,2408,-1038,2408,-1056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66,-1069l2333,-1069,2333,-1056,2466,-1056,2466,-1069e" filled="t" fillcolor="#FFFFFF" stroked="f">
                <v:path arrowok="t"/>
                <v:fill/>
              </v:shape>
              <v:shape style="position:absolute;left:2283;top:-1109;width:233;height:244" coordorigin="2283,-1109" coordsize="233,244" path="m2408,-1084l2389,-1084,2389,-1069,2408,-1069,2408,-1084e" filled="t" fillcolor="#FFFFFF" stroked="f">
                <v:path arrowok="t"/>
                <v:fill/>
              </v:shape>
            </v:group>
            <v:group style="position:absolute;left:2606;top:-1121;width:259;height:250" coordorigin="2606,-1121" coordsize="259,250">
              <v:shape style="position:absolute;left:2606;top:-1121;width:259;height:250" coordorigin="2606,-1121" coordsize="259,250" path="m2735,-997l2715,-997,2718,-889,2730,-875,2757,-872,2831,-872,2850,-878,2858,-890,2739,-890,2735,-894,2735,-997e" filled="t" fillcolor="#FFFFFF" stroked="f">
                <v:path arrowok="t"/>
                <v:fill/>
              </v:shape>
              <v:shape style="position:absolute;left:2606;top:-1121;width:259;height:250" coordorigin="2606,-1121" coordsize="259,250" path="m2851,-927l2845,-920,2839,-896,2825,-890,2858,-890,2860,-894,2864,-922,2859,-923,2851,-927e" filled="t" fillcolor="#FFFFFF" stroked="f">
                <v:path arrowok="t"/>
                <v:fill/>
              </v:shape>
              <v:shape style="position:absolute;left:2606;top:-1121;width:259;height:250" coordorigin="2606,-1121" coordsize="259,250" path="m2664,-1034l2644,-1034,2643,-947,2623,-939,2606,-933,2625,-917,2699,-951,2698,-956,2664,-956,2664,-1034e" filled="t" fillcolor="#FFFFFF" stroked="f">
                <v:path arrowok="t"/>
                <v:fill/>
              </v:shape>
              <v:shape style="position:absolute;left:2606;top:-1121;width:259;height:250" coordorigin="2606,-1121" coordsize="259,250" path="m2793,-1022l2773,-1022,2773,-927,2793,-927,2793,-1022e" filled="t" fillcolor="#FFFFFF" stroked="f">
                <v:path arrowok="t"/>
                <v:fill/>
              </v:shape>
              <v:shape style="position:absolute;left:2606;top:-1121;width:259;height:250" coordorigin="2606,-1121" coordsize="259,250" path="m2849,-1043l2829,-1043,2827,-1019,2826,-1000,2823,-979,2821,-960,2818,-943,2836,-941,2839,-958,2842,-978,2845,-999,2847,-1020,2849,-1043e" filled="t" fillcolor="#FFFFFF" stroked="f">
                <v:path arrowok="t"/>
                <v:fill/>
              </v:shape>
              <v:shape style="position:absolute;left:2606;top:-1121;width:259;height:250" coordorigin="2606,-1121" coordsize="259,250" path="m2695,-969l2684,-965,2674,-961,2664,-956,2698,-956,2695,-969e" filled="t" fillcolor="#FFFFFF" stroked="f">
                <v:path arrowok="t"/>
                <v:fill/>
              </v:shape>
              <v:shape style="position:absolute;left:2606;top:-1121;width:259;height:250" coordorigin="2606,-1121" coordsize="259,250" path="m2735,-1095l2715,-1095,2715,-1019,2685,-1006,2693,-988,2715,-997,2735,-997,2735,-1006,2773,-1022,2793,-1022,2793,-1028,2735,-1028,2735,-1095e" filled="t" fillcolor="#FFFFFF" stroked="f">
                <v:path arrowok="t"/>
                <v:fill/>
              </v:shape>
              <v:shape style="position:absolute;left:2606;top:-1121;width:259;height:250" coordorigin="2606,-1121" coordsize="259,250" path="m2793,-1121l2773,-1121,2773,-1043,2735,-1028,2793,-1028,2793,-1030,2829,-1043,2849,-1043,2849,-1052,2793,-1052,2793,-1121e" filled="t" fillcolor="#FFFFFF" stroked="f">
                <v:path arrowok="t"/>
                <v:fill/>
              </v:shape>
              <v:shape style="position:absolute;left:2606;top:-1121;width:259;height:250" coordorigin="2606,-1121" coordsize="259,250" path="m2694,-1054l2611,-1054,2611,-1034,2694,-1034,2694,-1054e" filled="t" fillcolor="#FFFFFF" stroked="f">
                <v:path arrowok="t"/>
                <v:fill/>
              </v:shape>
              <v:shape style="position:absolute;left:2606;top:-1121;width:259;height:250" coordorigin="2606,-1121" coordsize="259,250" path="m2835,-1070l2793,-1052,2849,-1052,2850,-1061,2851,-1064,2835,-1070e" filled="t" fillcolor="#FFFFFF" stroked="f">
                <v:path arrowok="t"/>
                <v:fill/>
              </v:shape>
              <v:shape style="position:absolute;left:2606;top:-1121;width:259;height:250" coordorigin="2606,-1121" coordsize="259,250" path="m2664,-1118l2644,-1118,2644,-1054,2664,-1054,2664,-1118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思源宋體 TW" w:hAnsi="思源宋體 TW" w:cs="思源宋體 TW" w:eastAsia="思源宋體 TW"/>
          <w:sz w:val="20"/>
          <w:szCs w:val="20"/>
          <w:color w:val="231F20"/>
          <w:spacing w:val="0"/>
          <w:w w:val="100"/>
          <w:position w:val="1"/>
        </w:rPr>
        <w:t>2</w:t>
      </w:r>
      <w:r>
        <w:rPr>
          <w:rFonts w:ascii="思源宋體 TW" w:hAnsi="思源宋體 TW" w:cs="思源宋體 TW" w:eastAsia="思源宋體 TW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61" w:after="0" w:line="240" w:lineRule="auto"/>
        <w:ind w:left="100" w:right="-20"/>
        <w:jc w:val="left"/>
        <w:rPr>
          <w:rFonts w:ascii="思源宋體 TW" w:hAnsi="思源宋體 TW" w:cs="思源宋體 TW" w:eastAsia="思源宋體 TW"/>
          <w:sz w:val="14"/>
          <w:szCs w:val="14"/>
        </w:rPr>
      </w:pPr>
      <w:rPr/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2025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年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12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月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16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日出版</w:t>
      </w:r>
      <w:r>
        <w:rPr>
          <w:rFonts w:ascii="思源宋體 TW" w:hAnsi="思源宋體 TW" w:cs="思源宋體 TW" w:eastAsia="思源宋體 TW"/>
          <w:sz w:val="14"/>
          <w:szCs w:val="1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0780" w:h="14760"/>
          <w:pgMar w:top="780" w:bottom="280" w:left="580" w:right="1280"/>
        </w:sectPr>
      </w:pPr>
      <w:rPr/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/>
        <w:pict>
          <v:group style="position:absolute;margin-left:487.559113pt;margin-top:688.8255pt;width:51.023908pt;height:.1pt;mso-position-horizontal-relative:page;mso-position-vertical-relative:page;z-index:-213" coordorigin="9751,13777" coordsize="1020,2">
            <v:shape style="position:absolute;left:9751;top:13777;width:1020;height:2" coordorigin="9751,13777" coordsize="1020,0" path="m9751,13777l10772,13777e" filled="f" stroked="t" strokeweight=".75pt" strokecolor="#231F20">
              <v:path arrowok="t"/>
            </v:shape>
          </v:group>
          <w10:wrap type="none"/>
        </w:pict>
      </w:r>
      <w:r>
        <w:rPr/>
        <w:pict>
          <v:shape style="position:absolute;margin-left:0pt;margin-top:87.156998pt;width:538.582pt;height:2.001pt;mso-position-horizontal-relative:page;mso-position-vertical-relative:page;z-index:-208" type="#_x0000_t75">
            <v:imagedata r:id="rId13" o:title=""/>
          </v:shape>
        </w:pict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2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/>
        <w:pict>
          <v:group style="position:absolute;margin-left:70.865997pt;margin-top:-33.166439pt;width:240.945pt;height:24.98pt;mso-position-horizontal-relative:page;mso-position-vertical-relative:paragraph;z-index:-212" coordorigin="1417,-663" coordsize="4819,500">
            <v:shape style="position:absolute;left:1417;top:-663;width:4819;height:500" type="#_x0000_t75">
              <v:imagedata r:id="rId14" o:title=""/>
            </v:shape>
            <v:group style="position:absolute;left:1616;top:-528;width:230;height:244" coordorigin="1616,-528" coordsize="230,244">
              <v:shape style="position:absolute;left:1616;top:-528;width:230;height:244" coordorigin="1616,-528" coordsize="230,244" path="m1845,-528l1616,-528,1616,-496,1811,-496,1811,-321,1809,-319,1804,-319,1799,-319,1780,-319,1767,-315,1776,-299,1794,-284,1815,-285,1830,-290,1842,-296,1845,-306,1845,-528e" filled="t" fillcolor="#FFFFFF" stroked="f">
                <v:path arrowok="t"/>
                <v:fill/>
              </v:shape>
              <v:shape style="position:absolute;left:1616;top:-528;width:230;height:244" coordorigin="1616,-528" coordsize="230,244" path="m1769,-426l1633,-426,1633,-311,1665,-311,1665,-332,1769,-332,1769,-360,1665,-360,1665,-398,1769,-398,1769,-426e" filled="t" fillcolor="#FFFFFF" stroked="f">
                <v:path arrowok="t"/>
                <v:fill/>
              </v:shape>
              <v:shape style="position:absolute;left:1616;top:-528;width:230;height:244" coordorigin="1616,-528" coordsize="230,244" path="m1769,-398l1736,-398,1736,-360,1769,-360,1769,-398e" filled="t" fillcolor="#FFFFFF" stroked="f">
                <v:path arrowok="t"/>
                <v:fill/>
              </v:shape>
              <v:shape style="position:absolute;left:1616;top:-528;width:230;height:244" coordorigin="1616,-528" coordsize="230,244" path="m1783,-476l1619,-476,1619,-447,1783,-447,1783,-476e" filled="t" fillcolor="#FFFFFF" stroked="f">
                <v:path arrowok="t"/>
                <v:fill/>
              </v:shape>
            </v:group>
            <v:group style="position:absolute;left:1941;top:-545;width:254;height:262" coordorigin="1941,-545" coordsize="254,262">
              <v:shape style="position:absolute;left:1941;top:-545;width:254;height:262" coordorigin="1941,-545" coordsize="254,262" path="m1958,-467l1941,-442,1960,-432,1979,-422,1993,-412,1996,-449,1977,-459,1958,-467e" filled="t" fillcolor="#FFFFFF" stroked="f">
                <v:path arrowok="t"/>
                <v:fill/>
              </v:shape>
              <v:shape style="position:absolute;left:1941;top:-545;width:254;height:262" coordorigin="1941,-545" coordsize="254,262" path="m2195,-307l2159,-307,2164,-299,2167,-290,2169,-283,2196,-307e" filled="t" fillcolor="#FFFFFF" stroked="f">
                <v:path arrowok="t"/>
                <v:fill/>
              </v:shape>
              <v:shape style="position:absolute;left:1941;top:-545;width:254;height:262" coordorigin="1941,-545" coordsize="254,262" path="m2002,-394l1970,-338,1951,-308,1979,-287,2019,-357,2028,-374,2002,-394e" filled="t" fillcolor="#FFFFFF" stroked="f">
                <v:path arrowok="t"/>
                <v:fill/>
              </v:shape>
              <v:shape style="position:absolute;left:1941;top:-545;width:254;height:262" coordorigin="1941,-545" coordsize="254,262" path="m2194,-432l2026,-432,2026,-400,2075,-392,2065,-369,2031,-323,2035,-313,2041,-296,2047,-291,2056,-293,2069,-296,2089,-299,2159,-307,2195,-307,2187,-325,2184,-330,2080,-330,2090,-346,2100,-364,2109,-382,2118,-400,2194,-400,2194,-432e" filled="t" fillcolor="#FFFFFF" stroked="f">
                <v:path arrowok="t"/>
                <v:fill/>
              </v:shape>
              <v:shape style="position:absolute;left:1941;top:-545;width:254;height:262" coordorigin="1941,-545" coordsize="254,262" path="m2153,-377l2126,-364,2132,-355,2139,-345,2144,-335,2080,-330,2184,-330,2177,-343,2165,-361,2153,-377e" filled="t" fillcolor="#FFFFFF" stroked="f">
                <v:path arrowok="t"/>
                <v:fill/>
              </v:shape>
              <v:shape style="position:absolute;left:1941;top:-545;width:254;height:262" coordorigin="1941,-545" coordsize="254,262" path="m2126,-471l2092,-471,2092,-432,2126,-432,2126,-471e" filled="t" fillcolor="#FFFFFF" stroked="f">
                <v:path arrowok="t"/>
                <v:fill/>
              </v:shape>
              <v:shape style="position:absolute;left:1941;top:-545;width:254;height:262" coordorigin="1941,-545" coordsize="254,262" path="m2183,-503l2037,-503,2037,-471,2183,-471,2183,-503e" filled="t" fillcolor="#FFFFFF" stroked="f">
                <v:path arrowok="t"/>
                <v:fill/>
              </v:shape>
              <v:shape style="position:absolute;left:1941;top:-545;width:254;height:262" coordorigin="1941,-545" coordsize="254,262" path="m1976,-542l1958,-517,1977,-507,1995,-496,2009,-486,2029,-513,2013,-523,1994,-533,1976,-542e" filled="t" fillcolor="#FFFFFF" stroked="f">
                <v:path arrowok="t"/>
                <v:fill/>
              </v:shape>
              <v:shape style="position:absolute;left:1941;top:-545;width:254;height:262" coordorigin="1941,-545" coordsize="254,262" path="m2126,-545l2092,-545,2092,-503,2126,-503,2126,-545e" filled="t" fillcolor="#FFFFFF" stroked="f">
                <v:path arrowok="t"/>
                <v:fill/>
              </v:shape>
            </v:group>
            <v:group style="position:absolute;left:2289;top:-545;width:241;height:262" coordorigin="2289,-545" coordsize="241,262">
              <v:shape style="position:absolute;left:2289;top:-545;width:241;height:262" coordorigin="2289,-545" coordsize="241,262" path="m2428,-353l2394,-353,2394,-282,2428,-282,2428,-353e" filled="t" fillcolor="#FFFFFF" stroked="f">
                <v:path arrowok="t"/>
                <v:fill/>
              </v:shape>
              <v:shape style="position:absolute;left:2289;top:-545;width:241;height:262" coordorigin="2289,-545" coordsize="241,262" path="m2442,-322l2446,-314,2451,-301,2460,-292,2482,-293,2499,-297,2510,-302,2513,-310,2513,-322,2454,-322,2442,-322e" filled="t" fillcolor="#FFFFFF" stroked="f">
                <v:path arrowok="t"/>
                <v:fill/>
              </v:shape>
              <v:shape style="position:absolute;left:2289;top:-545;width:241;height:262" coordorigin="2289,-545" coordsize="241,262" path="m2513,-383l2307,-383,2307,-295,2341,-295,2341,-353,2513,-353,2513,-383e" filled="t" fillcolor="#FFFFFF" stroked="f">
                <v:path arrowok="t"/>
                <v:fill/>
              </v:shape>
              <v:shape style="position:absolute;left:2289;top:-545;width:241;height:262" coordorigin="2289,-545" coordsize="241,262" path="m2513,-353l2479,-353,2479,-323,2477,-322,2513,-322,2513,-353e" filled="t" fillcolor="#FFFFFF" stroked="f">
                <v:path arrowok="t"/>
                <v:fill/>
              </v:shape>
              <v:shape style="position:absolute;left:2289;top:-545;width:241;height:262" coordorigin="2289,-545" coordsize="241,262" path="m2428,-400l2394,-400,2394,-383,2428,-383,2428,-400e" filled="t" fillcolor="#FFFFFF" stroked="f">
                <v:path arrowok="t"/>
                <v:fill/>
              </v:shape>
              <v:shape style="position:absolute;left:2289;top:-545;width:241;height:262" coordorigin="2289,-545" coordsize="241,262" path="m2483,-464l2334,-464,2334,-400,2483,-400,2483,-423,2366,-423,2366,-440,2483,-440,2483,-464e" filled="t" fillcolor="#FFFFFF" stroked="f">
                <v:path arrowok="t"/>
                <v:fill/>
              </v:shape>
              <v:shape style="position:absolute;left:2289;top:-545;width:241;height:262" coordorigin="2289,-545" coordsize="241,262" path="m2483,-440l2449,-440,2449,-423,2483,-423,2483,-440e" filled="t" fillcolor="#FFFFFF" stroked="f">
                <v:path arrowok="t"/>
                <v:fill/>
              </v:shape>
              <v:shape style="position:absolute;left:2289;top:-545;width:241;height:262" coordorigin="2289,-545" coordsize="241,262" path="m2529,-506l2289,-506,2289,-439,2320,-439,2320,-477,2529,-477,2529,-506e" filled="t" fillcolor="#FFFFFF" stroked="f">
                <v:path arrowok="t"/>
                <v:fill/>
              </v:shape>
              <v:shape style="position:absolute;left:2289;top:-545;width:241;height:262" coordorigin="2289,-545" coordsize="241,262" path="m2529,-477l2496,-477,2496,-439,2529,-439,2529,-477e" filled="t" fillcolor="#FFFFFF" stroked="f">
                <v:path arrowok="t"/>
                <v:fill/>
              </v:shape>
              <v:shape style="position:absolute;left:2289;top:-545;width:241;height:262" coordorigin="2289,-545" coordsize="241,262" path="m2341,-543l2311,-531,2316,-524,2322,-514,2326,-506,2346,-506,2361,-513,2358,-521,2349,-534,2341,-543e" filled="t" fillcolor="#FFFFFF" stroked="f">
                <v:path arrowok="t"/>
                <v:fill/>
              </v:shape>
              <v:shape style="position:absolute;left:2289;top:-545;width:241;height:262" coordorigin="2289,-545" coordsize="241,262" path="m2425,-545l2391,-545,2391,-506,2425,-506,2425,-545e" filled="t" fillcolor="#FFFFFF" stroked="f">
                <v:path arrowok="t"/>
                <v:fill/>
              </v:shape>
              <v:shape style="position:absolute;left:2289;top:-545;width:241;height:262" coordorigin="2289,-545" coordsize="241,262" path="m2474,-542l2469,-533,2461,-520,2454,-512,2469,-506,2487,-506,2494,-513,2501,-522,2510,-532,2474,-542e" filled="t" fillcolor="#FFFFFF" stroked="f">
                <v:path arrowok="t"/>
                <v:fill/>
              </v:shape>
            </v:group>
            <v:group style="position:absolute;left:2620;top:-545;width:256;height:260" coordorigin="2620,-545" coordsize="256,260">
              <v:shape style="position:absolute;left:2620;top:-545;width:256;height:260" coordorigin="2620,-545" coordsize="256,260" path="m2700,-498l2620,-498,2620,-472,2700,-472,2700,-498e" filled="t" fillcolor="#FFFFFF" stroked="f">
                <v:path arrowok="t"/>
                <v:fill/>
              </v:shape>
              <v:shape style="position:absolute;left:2620;top:-545;width:256;height:260" coordorigin="2620,-545" coordsize="256,260" path="m2660,-544l2637,-534,2646,-515,2653,-498,2657,-498,2678,-507,2671,-525,2660,-544e" filled="t" fillcolor="#FFFFFF" stroked="f">
                <v:path arrowok="t"/>
                <v:fill/>
              </v:shape>
              <v:shape style="position:absolute;left:2620;top:-545;width:256;height:260" coordorigin="2620,-545" coordsize="256,260" path="m2695,-459l2628,-459,2628,-434,2695,-434,2695,-459e" filled="t" fillcolor="#FFFFFF" stroked="f">
                <v:path arrowok="t"/>
                <v:fill/>
              </v:shape>
              <v:shape style="position:absolute;left:2620;top:-545;width:256;height:260" coordorigin="2620,-545" coordsize="256,260" path="m2695,-421l2628,-421,2628,-396,2695,-396,2695,-421e" filled="t" fillcolor="#FFFFFF" stroked="f">
                <v:path arrowok="t"/>
                <v:fill/>
              </v:shape>
              <v:shape style="position:absolute;left:2620;top:-545;width:256;height:260" coordorigin="2620,-545" coordsize="256,260" path="m2696,-382l2628,-382,2628,-286,2651,-286,2651,-298,2696,-298,2696,-324,2651,-324,2651,-357,2696,-357,2696,-382e" filled="t" fillcolor="#FFFFFF" stroked="f">
                <v:path arrowok="t"/>
                <v:fill/>
              </v:shape>
              <v:shape style="position:absolute;left:2620;top:-545;width:256;height:260" coordorigin="2620,-545" coordsize="256,260" path="m2696,-357l2672,-357,2672,-324,2696,-324,2696,-357e" filled="t" fillcolor="#FFFFFF" stroked="f">
                <v:path arrowok="t"/>
                <v:fill/>
              </v:shape>
              <v:shape style="position:absolute;left:2620;top:-545;width:256;height:260" coordorigin="2620,-545" coordsize="256,260" path="m2869,-311l2819,-311,2831,-291,2847,-284,2857,-289,2867,-304,2869,-311e" filled="t" fillcolor="#FFFFFF" stroked="f">
                <v:path arrowok="t"/>
                <v:fill/>
              </v:shape>
              <v:shape style="position:absolute;left:2620;top:-545;width:256;height:260" coordorigin="2620,-545" coordsize="256,260" path="m2872,-322l2762,-322,2762,-315,2778,-315,2773,-310,2767,-306,2761,-302,2768,-298,2776,-289,2786,-288,2802,-300,2819,-311,2869,-311,2872,-322e" filled="t" fillcolor="#FFFFFF" stroked="f">
                <v:path arrowok="t"/>
                <v:fill/>
              </v:shape>
              <v:shape style="position:absolute;left:2620;top:-545;width:256;height:260" coordorigin="2620,-545" coordsize="256,260" path="m2789,-423l2710,-423,2710,-302,2737,-302,2737,-322,2872,-322,2872,-322,2844,-322,2843,-325,2789,-325,2789,-344,2737,-344,2737,-362,2789,-362,2789,-384,2737,-384,2737,-401,2789,-401,2789,-423e" filled="t" fillcolor="#FFFFFF" stroked="f">
                <v:path arrowok="t"/>
                <v:fill/>
              </v:shape>
              <v:shape style="position:absolute;left:2620;top:-545;width:256;height:260" coordorigin="2620,-545" coordsize="256,260" path="m2855,-356l2853,-334,2851,-323,2848,-322,2872,-322,2876,-337,2871,-340,2859,-349,2855,-356e" filled="t" fillcolor="#FFFFFF" stroked="f">
                <v:path arrowok="t"/>
                <v:fill/>
              </v:shape>
              <v:shape style="position:absolute;left:2620;top:-545;width:256;height:260" coordorigin="2620,-545" coordsize="256,260" path="m2823,-544l2794,-541,2794,-518,2795,-500,2795,-480,2796,-462,2701,-462,2701,-433,2798,-427,2800,-405,2803,-384,2805,-365,2809,-348,2802,-340,2796,-332,2789,-325,2843,-325,2841,-330,2846,-357,2855,-374,2863,-393,2863,-393,2831,-393,2829,-413,2827,-433,2873,-433,2873,-462,2824,-500,2823,-528,2823,-544e" filled="t" fillcolor="#FFFFFF" stroked="f">
                <v:path arrowok="t"/>
                <v:fill/>
              </v:shape>
              <v:shape style="position:absolute;left:2620;top:-545;width:256;height:260" coordorigin="2620,-545" coordsize="256,260" path="m2789,-362l2762,-362,2762,-344,2789,-344,2789,-362e" filled="t" fillcolor="#FFFFFF" stroked="f">
                <v:path arrowok="t"/>
                <v:fill/>
              </v:shape>
              <v:shape style="position:absolute;left:2620;top:-545;width:256;height:260" coordorigin="2620,-545" coordsize="256,260" path="m2789,-401l2762,-401,2762,-384,2789,-384,2789,-401e" filled="t" fillcolor="#FFFFFF" stroked="f">
                <v:path arrowok="t"/>
                <v:fill/>
              </v:shape>
              <v:shape style="position:absolute;left:2620;top:-545;width:256;height:260" coordorigin="2620,-545" coordsize="256,260" path="m2845,-425l2841,-412,2837,-400,2831,-393,2863,-393,2870,-412,2845,-425e" filled="t" fillcolor="#FFFFFF" stroked="f">
                <v:path arrowok="t"/>
                <v:fill/>
              </v:shape>
              <v:shape style="position:absolute;left:2620;top:-545;width:256;height:260" coordorigin="2620,-545" coordsize="256,260" path="m2735,-492l2713,-488,2714,-480,2717,-470,2718,-462,2742,-462,2741,-470,2738,-483,2735,-492e" filled="t" fillcolor="#FFFFFF" stroked="f">
                <v:path arrowok="t"/>
                <v:fill/>
              </v:shape>
              <v:shape style="position:absolute;left:2620;top:-545;width:256;height:260" coordorigin="2620,-545" coordsize="256,260" path="m2758,-492l2757,-483,2754,-471,2752,-462,2775,-462,2778,-470,2783,-488,2758,-492e" filled="t" fillcolor="#FFFFFF" stroked="f">
                <v:path arrowok="t"/>
                <v:fill/>
              </v:shape>
              <v:shape style="position:absolute;left:2620;top:-545;width:256;height:260" coordorigin="2620,-545" coordsize="256,260" path="m2849,-528l2831,-506,2839,-486,2844,-469,2866,-490,2858,-510,2849,-528e" filled="t" fillcolor="#FFFFFF" stroked="f">
                <v:path arrowok="t"/>
                <v:fill/>
              </v:shape>
              <v:shape style="position:absolute;left:2620;top:-545;width:256;height:260" coordorigin="2620,-545" coordsize="256,260" path="m2788,-518l2705,-518,2705,-492,2788,-492,2788,-518e" filled="t" fillcolor="#FFFFFF" stroked="f">
                <v:path arrowok="t"/>
                <v:fill/>
              </v:shape>
              <v:shape style="position:absolute;left:2620;top:-545;width:256;height:260" coordorigin="2620,-545" coordsize="256,260" path="m2752,-545l2727,-538,2730,-532,2733,-524,2735,-518,2765,-518,2762,-526,2757,-537,2752,-545e" filled="t" fillcolor="#FFFFFF" stroked="f">
                <v:path arrowok="t"/>
                <v:fill/>
              </v:shape>
            </v:group>
            <w10:wrap type="none"/>
          </v:group>
        </w:pict>
      </w:r>
      <w:r>
        <w:rPr/>
        <w:pict>
          <v:group style="position:absolute;margin-left:70.865997pt;margin-top:21.538561pt;width:244.606pt;height:24.98pt;mso-position-horizontal-relative:page;mso-position-vertical-relative:paragraph;z-index:-211" coordorigin="1417,431" coordsize="4892,500">
            <v:shape style="position:absolute;left:1417;top:431;width:4892;height:500" type="#_x0000_t75">
              <v:imagedata r:id="rId15" o:title=""/>
            </v:shape>
            <v:group style="position:absolute;left:1622;top:553;width:256;height:256" coordorigin="1622,553" coordsize="256,256">
              <v:shape style="position:absolute;left:1622;top:553;width:256;height:256" coordorigin="1622,553" coordsize="256,256" path="m1844,787l1813,787,1831,799,1845,809,1852,793,1844,787e" filled="t" fillcolor="#FFFFFF" stroked="f">
                <v:path arrowok="t"/>
                <v:fill/>
              </v:shape>
              <v:shape style="position:absolute;left:1622;top:553;width:256;height:256" coordorigin="1622,553" coordsize="256,256" path="m1654,787l1657,792,1660,799,1660,805,1676,806,1690,806,1697,805,1705,805,1711,803,1717,797,1721,789,1685,789,1669,788,1654,787e" filled="t" fillcolor="#FFFFFF" stroked="f">
                <v:path arrowok="t"/>
                <v:fill/>
              </v:shape>
              <v:shape style="position:absolute;left:1622;top:553;width:256;height:256" coordorigin="1622,553" coordsize="256,256" path="m1753,734l1752,751,1769,761,1786,772,1769,781,1750,788,1730,793,1734,797,1738,804,1755,805,1773,799,1792,793,1813,787,1844,787,1837,783,1819,770,1833,756,1834,754,1788,754,1770,744,1753,734e" filled="t" fillcolor="#FFFFFF" stroked="f">
                <v:path arrowok="t"/>
                <v:fill/>
              </v:shape>
              <v:shape style="position:absolute;left:1622;top:553;width:256;height:256" coordorigin="1622,553" coordsize="256,256" path="m1730,650l1664,650,1664,654,1711,654,1711,683,1655,685,1652,706,1649,726,1646,744,1709,750,1705,775,1700,786,1698,788,1695,789,1721,789,1722,787,1726,767,1730,737,1730,734,1730,732,1730,728,1667,728,1668,719,1671,699,1730,699,1730,650e" filled="t" fillcolor="#FFFFFF" stroked="f">
                <v:path arrowok="t"/>
                <v:fill/>
              </v:shape>
              <v:shape style="position:absolute;left:1622;top:553;width:256;height:256" coordorigin="1622,553" coordsize="256,256" path="m1842,716l1839,717,1743,717,1743,732,1826,737,1812,749,1788,754,1834,754,1845,739,1854,721,1842,716e" filled="t" fillcolor="#FFFFFF" stroked="f">
                <v:path arrowok="t"/>
                <v:fill/>
              </v:shape>
              <v:shape style="position:absolute;left:1622;top:553;width:256;height:256" coordorigin="1622,553" coordsize="256,256" path="m1769,553l1753,560,1763,578,1774,595,1788,610,1802,624,1819,636,1756,636,1756,665,1750,682,1730,698,1734,701,1741,708,1745,711,1763,695,1772,677,1774,659,1774,653,1832,653,1833,645,1877,645,1875,642,1856,633,1843,618,1848,615,1821,615,1814,610,1807,604,1810,591,1816,587,1790,587,1778,570,1769,553e" filled="t" fillcolor="#FFFFFF" stroked="f">
                <v:path arrowok="t"/>
                <v:fill/>
              </v:shape>
              <v:shape style="position:absolute;left:1622;top:553;width:256;height:256" coordorigin="1622,553" coordsize="256,256" path="m1832,653l1813,653,1813,696,1816,703,1867,703,1870,702,1870,698,1869,692,1869,688,1831,688,1830,687,1830,680,1832,653e" filled="t" fillcolor="#FFFFFF" stroked="f">
                <v:path arrowok="t"/>
                <v:fill/>
              </v:shape>
              <v:shape style="position:absolute;left:1622;top:553;width:256;height:256" coordorigin="1622,553" coordsize="256,256" path="m1869,688l1865,688,1859,688,1869,688,1869,688e" filled="t" fillcolor="#FFFFFF" stroked="f">
                <v:path arrowok="t"/>
                <v:fill/>
              </v:shape>
              <v:shape style="position:absolute;left:1622;top:553;width:256;height:256" coordorigin="1622,553" coordsize="256,256" path="m1658,586l1646,598,1656,604,1669,614,1676,622,1659,633,1641,641,1622,648,1626,652,1631,659,1633,663,1644,660,1654,656,1664,650,1730,650,1730,637,1694,632,1710,619,1718,610,1690,610,1675,597,1658,586e" filled="t" fillcolor="#FFFFFF" stroked="f">
                <v:path arrowok="t"/>
                <v:fill/>
              </v:shape>
              <v:shape style="position:absolute;left:1622;top:553;width:256;height:256" coordorigin="1622,553" coordsize="256,256" path="m1877,645l1833,645,1851,653,1870,660,1873,655,1878,648,1877,645e" filled="t" fillcolor="#FFFFFF" stroked="f">
                <v:path arrowok="t"/>
                <v:fill/>
              </v:shape>
              <v:shape style="position:absolute;left:1622;top:553;width:256;height:256" coordorigin="1622,553" coordsize="256,256" path="m1853,589l1837,602,1821,615,1848,615,1859,606,1874,593,1853,589e" filled="t" fillcolor="#FFFFFF" stroked="f">
                <v:path arrowok="t"/>
                <v:fill/>
              </v:shape>
              <v:shape style="position:absolute;left:1622;top:553;width:256;height:256" coordorigin="1622,553" coordsize="256,256" path="m1732,563l1729,564,1653,564,1653,581,1718,581,1706,597,1690,610,1718,610,1724,604,1736,588,1745,570,1732,563e" filled="t" fillcolor="#FFFFFF" stroked="f">
                <v:path arrowok="t"/>
                <v:fill/>
              </v:shape>
              <v:shape style="position:absolute;left:1622;top:553;width:256;height:256" coordorigin="1622,553" coordsize="256,256" path="m1821,559l1806,573,1790,587,1816,587,1826,579,1841,565,1821,559e" filled="t" fillcolor="#FFFFFF" stroked="f">
                <v:path arrowok="t"/>
                <v:fill/>
              </v:shape>
            </v:group>
            <v:group style="position:absolute;left:1957;top:558;width:259;height:251" coordorigin="1957,558" coordsize="259,251">
              <v:shape style="position:absolute;left:1957;top:558;width:259;height:251" coordorigin="1957,558" coordsize="259,251" path="m2030,685l2003,685,2003,809,2024,809,2030,685e" filled="t" fillcolor="#FFFFFF" stroked="f">
                <v:path arrowok="t"/>
                <v:fill/>
              </v:shape>
              <v:shape style="position:absolute;left:1957;top:558;width:259;height:251" coordorigin="1957,558" coordsize="259,251" path="m2055,619l2027,625,2015,641,2002,657,1987,671,1972,685,1957,696,1961,701,1969,710,1974,712,1989,699,2003,685,2030,685,2032,652,2044,636,2055,619e" filled="t" fillcolor="#FFFFFF" stroked="f">
                <v:path arrowok="t"/>
                <v:fill/>
              </v:shape>
              <v:shape style="position:absolute;left:1957;top:558;width:259;height:251" coordorigin="1957,558" coordsize="259,251" path="m2020,558l2007,573,1992,587,1976,601,1960,613,1964,617,1969,625,1987,618,2003,605,2018,590,2032,575,2044,560,2020,558e" filled="t" fillcolor="#FFFFFF" stroked="f">
                <v:path arrowok="t"/>
                <v:fill/>
              </v:shape>
              <v:shape style="position:absolute;left:1957;top:558;width:259;height:251" coordorigin="1957,558" coordsize="259,251" path="m2102,787l2105,793,2108,802,2126,807,2147,807,2161,804,2170,801,2173,795,2173,788,2127,788,2102,787e" filled="t" fillcolor="#FFFFFF" stroked="f">
                <v:path arrowok="t"/>
                <v:fill/>
              </v:shape>
              <v:shape style="position:absolute;left:1957;top:558;width:259;height:251" coordorigin="1957,558" coordsize="259,251" path="m2173,666l2152,666,2152,786,2151,787,2144,788,2127,788,2173,788,2173,666e" filled="t" fillcolor="#FFFFFF" stroked="f">
                <v:path arrowok="t"/>
                <v:fill/>
              </v:shape>
              <v:shape style="position:absolute;left:1957;top:558;width:259;height:251" coordorigin="1957,558" coordsize="259,251" path="m2216,646l2059,646,2059,666,2216,666,2216,646e" filled="t" fillcolor="#FFFFFF" stroked="f">
                <v:path arrowok="t"/>
                <v:fill/>
              </v:shape>
              <v:shape style="position:absolute;left:1957;top:558;width:259;height:251" coordorigin="1957,558" coordsize="259,251" path="m2208,570l2071,570,2071,589,2208,589,2208,570e" filled="t" fillcolor="#FFFFFF" stroked="f">
                <v:path arrowok="t"/>
                <v:fill/>
              </v:shape>
            </v:group>
            <v:group style="position:absolute;left:2296;top:560;width:254;height:247" coordorigin="2296,560" coordsize="254,247">
              <v:shape style="position:absolute;left:2296;top:560;width:254;height:247" coordorigin="2296,560" coordsize="254,247" path="m2529,780l2502,780,2508,790,2513,799,2517,807,2533,786,2529,780e" filled="t" fillcolor="#FFFFFF" stroked="f">
                <v:path arrowok="t"/>
                <v:fill/>
              </v:shape>
              <v:shape style="position:absolute;left:2296;top:560;width:254;height:247" coordorigin="2296,560" coordsize="254,247" path="m2443,648l2413,650,2401,672,2389,692,2376,711,2365,727,2356,740,2349,748,2338,761,2330,771,2323,772,2326,779,2330,790,2333,794,2338,793,2345,791,2356,790,2371,789,2502,780,2529,780,2523,770,2519,764,2364,764,2376,749,2422,683,2433,666,2443,648e" filled="t" fillcolor="#FFFFFF" stroked="f">
                <v:path arrowok="t"/>
                <v:fill/>
              </v:shape>
              <v:shape style="position:absolute;left:2296;top:560;width:254;height:247" coordorigin="2296,560" coordsize="254,247" path="m2475,701l2456,711,2467,727,2479,743,2490,761,2364,764,2519,764,2512,753,2500,735,2488,718,2475,701e" filled="t" fillcolor="#FFFFFF" stroked="f">
                <v:path arrowok="t"/>
                <v:fill/>
              </v:shape>
              <v:shape style="position:absolute;left:2296;top:560;width:254;height:247" coordorigin="2296,560" coordsize="254,247" path="m2481,560l2413,560,2413,581,2469,590,2477,609,2511,661,2539,687,2543,681,2550,672,2547,662,2533,649,2520,634,2508,617,2497,599,2488,580,2481,560e" filled="t" fillcolor="#FFFFFF" stroked="f">
                <v:path arrowok="t"/>
                <v:fill/>
              </v:shape>
              <v:shape style="position:absolute;left:2296;top:560;width:254;height:247" coordorigin="2296,560" coordsize="254,247" path="m2397,568l2368,574,2358,593,2348,611,2336,627,2323,643,2310,658,2296,670,2302,674,2311,683,2317,684,2330,671,2367,623,2388,587,2397,568e" filled="t" fillcolor="#FFFFFF" stroked="f">
                <v:path arrowok="t"/>
                <v:fill/>
              </v:shape>
            </v:group>
            <v:group style="position:absolute;left:2646;top:571;width:222;height:236" coordorigin="2646,571" coordsize="222,236">
              <v:shape style="position:absolute;left:2646;top:571;width:222;height:236" coordorigin="2646,571" coordsize="222,236" path="m2796,784l2800,790,2803,800,2820,806,2841,806,2856,803,2865,799,2868,792,2868,785,2821,785,2796,784e" filled="t" fillcolor="#FFFFFF" stroked="f">
                <v:path arrowok="t"/>
                <v:fill/>
              </v:shape>
              <v:shape style="position:absolute;left:2646;top:571;width:222;height:236" coordorigin="2646,571" coordsize="222,236" path="m2868,571l2646,571,2646,591,2847,591,2847,783,2846,784,2839,785,2821,785,2868,785,2868,571e" filled="t" fillcolor="#FFFFFF" stroked="f">
                <v:path arrowok="t"/>
                <v:fill/>
              </v:shape>
              <v:shape style="position:absolute;left:2646;top:571;width:222;height:236" coordorigin="2646,571" coordsize="222,236" path="m2796,668l2666,668,2666,778,2686,778,2686,758,2796,758,2796,739,2686,739,2686,687,2796,687,2796,668e" filled="t" fillcolor="#FFFFFF" stroked="f">
                <v:path arrowok="t"/>
                <v:fill/>
              </v:shape>
              <v:shape style="position:absolute;left:2646;top:571;width:222;height:236" coordorigin="2646,571" coordsize="222,236" path="m2796,687l2776,687,2776,739,2796,739,2796,687e" filled="t" fillcolor="#FFFFFF" stroked="f">
                <v:path arrowok="t"/>
                <v:fill/>
              </v:shape>
              <v:shape style="position:absolute;left:2646;top:571;width:222;height:236" coordorigin="2646,571" coordsize="222,236" path="m2815,620l2648,620,2648,638,2815,638,2815,620e" filled="t" fillcolor="#FFFFFF" stroked="f">
                <v:path arrowok="t"/>
                <v:fill/>
              </v:shape>
              <v:shape style="position:absolute;left:2959;top:542;width:1281;height:277" type="#_x0000_t75">
                <v:imagedata r:id="rId16" o:title=""/>
              </v:shape>
            </v:group>
            <w10:wrap type="none"/>
          </v:group>
        </w:pic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47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《國際廉政訊息摘要》英國擴大企業應負之刑事責任範圍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</w:rPr>
        <w:t>51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</w:rPr>
        <w:t>公開發行公司股東申報轉讓持股彙總表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未結申報生效案件彙總表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現金增資案件彙總表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停止申報生效案件彙總表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退件案件彙總表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廢止（撤銷）案件彙總表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/>
        <w:pict>
          <v:group style="position:absolute;margin-left:70.865997pt;margin-top:27.594706pt;width:152.008pt;height:24.98pt;mso-position-horizontal-relative:page;mso-position-vertical-relative:paragraph;z-index:-210" coordorigin="1417,552" coordsize="3040,500">
            <v:shape style="position:absolute;left:1417;top:552;width:3040;height:500" type="#_x0000_t75">
              <v:imagedata r:id="rId17" o:title=""/>
            </v:shape>
            <v:group style="position:absolute;left:1623;top:673;width:258;height:257" coordorigin="1623,673" coordsize="258,257">
              <v:shape style="position:absolute;left:1623;top:673;width:258;height:257" coordorigin="1623,673" coordsize="258,257" path="m1653,856l1636,859,1633,879,1629,899,1623,917,1636,921,1642,916,1646,897,1650,877,1653,856e" filled="t" fillcolor="#FFFFFF" stroked="f">
                <v:path arrowok="t"/>
                <v:fill/>
              </v:shape>
              <v:shape style="position:absolute;left:1623;top:673;width:258;height:257" coordorigin="1623,673" coordsize="258,257" path="m1783,807l1763,807,1761,833,1758,856,1752,875,1743,891,1729,904,1711,915,1715,918,1721,925,1725,930,1743,919,1779,853,1782,829,1783,807e" filled="t" fillcolor="#FFFFFF" stroked="f">
                <v:path arrowok="t"/>
                <v:fill/>
              </v:shape>
              <v:shape style="position:absolute;left:1623;top:673;width:258;height:257" coordorigin="1623,673" coordsize="258,257" path="m1829,800l1809,800,1809,918,1814,925,1834,925,1868,923,1878,909,1878,906,1830,906,1829,905,1829,800e" filled="t" fillcolor="#FFFFFF" stroked="f">
                <v:path arrowok="t"/>
                <v:fill/>
              </v:shape>
              <v:shape style="position:absolute;left:1623;top:673;width:258;height:257" coordorigin="1623,673" coordsize="258,257" path="m1682,851l1670,875,1672,896,1674,914,1688,892,1686,871,1682,851e" filled="t" fillcolor="#FFFFFF" stroked="f">
                <v:path arrowok="t"/>
                <v:fill/>
              </v:shape>
              <v:shape style="position:absolute;left:1623;top:673;width:258;height:257" coordorigin="1623,673" coordsize="258,257" path="m1864,869l1863,901,1862,906,1878,906,1882,877,1876,876,1868,873,1864,869e" filled="t" fillcolor="#FFFFFF" stroked="f">
                <v:path arrowok="t"/>
                <v:fill/>
              </v:shape>
              <v:shape style="position:absolute;left:1623;top:673;width:258;height:257" coordorigin="1623,673" coordsize="258,257" path="m1712,844l1702,861,1708,882,1712,900,1725,884,1719,864,1712,844e" filled="t" fillcolor="#FFFFFF" stroked="f">
                <v:path arrowok="t"/>
                <v:fill/>
              </v:shape>
              <v:shape style="position:absolute;left:1623;top:673;width:258;height:257" coordorigin="1623,673" coordsize="258,257" path="m1718,825l1707,825,1709,830,1711,839,1718,825e" filled="t" fillcolor="#FFFFFF" stroked="f">
                <v:path arrowok="t"/>
                <v:fill/>
              </v:shape>
              <v:shape style="position:absolute;left:1623;top:673;width:258;height:257" coordorigin="1623,673" coordsize="258,257" path="m1692,771l1669,771,1659,786,1651,798,1646,802,1638,813,1631,820,1625,821,1628,827,1631,836,1636,839,1647,836,1669,832,1707,825,1718,825,1722,817,1720,810,1702,810,1664,808,1676,793,1688,777,1692,771e" filled="t" fillcolor="#FFFFFF" stroked="f">
                <v:path arrowok="t"/>
                <v:fill/>
              </v:shape>
              <v:shape style="position:absolute;left:1623;top:673;width:258;height:257" coordorigin="1623,673" coordsize="258,257" path="m1872,795l1851,795,1855,803,1858,810,1861,816,1872,795e" filled="t" fillcolor="#FFFFFF" stroked="f">
                <v:path arrowok="t"/>
                <v:fill/>
              </v:shape>
              <v:shape style="position:absolute;left:1623;top:673;width:258;height:257" coordorigin="1623,673" coordsize="258,257" path="m1877,709l1730,709,1730,729,1767,738,1755,758,1748,770,1740,781,1734,789,1728,790,1731,796,1735,808,1735,811,1739,809,1744,808,1763,807,1783,807,1783,803,1809,800,1829,800,1829,797,1851,795,1872,795,1873,794,1865,780,1764,780,1774,764,1785,747,1795,729,1877,729,1877,709e" filled="t" fillcolor="#FFFFFF" stroked="f">
                <v:path arrowok="t"/>
                <v:fill/>
              </v:shape>
              <v:shape style="position:absolute;left:1623;top:673;width:258;height:257" coordorigin="1623,673" coordsize="258,257" path="m1707,778l1692,783,1696,792,1702,810,1720,810,1715,797,1707,778e" filled="t" fillcolor="#FFFFFF" stroked="f">
                <v:path arrowok="t"/>
                <v:fill/>
              </v:shape>
              <v:shape style="position:absolute;left:1623;top:673;width:258;height:257" coordorigin="1623,673" coordsize="258,257" path="m1840,740l1823,748,1829,757,1835,768,1842,778,1764,780,1865,780,1863,776,1851,757,1840,740e" filled="t" fillcolor="#FFFFFF" stroked="f">
                <v:path arrowok="t"/>
                <v:fill/>
              </v:shape>
              <v:shape style="position:absolute;left:1623;top:673;width:258;height:257" coordorigin="1623,673" coordsize="258,257" path="m1677,673l1646,733,1624,759,1626,764,1629,774,1630,778,1634,776,1640,775,1669,771,1692,771,1700,760,1703,754,1681,754,1656,751,1666,735,1677,717,1687,699,1696,681,1677,673e" filled="t" fillcolor="#FFFFFF" stroked="f">
                <v:path arrowok="t"/>
                <v:fill/>
              </v:shape>
              <v:shape style="position:absolute;left:1623;top:673;width:258;height:257" coordorigin="1623,673" coordsize="258,257" path="m1700,719l1691,737,1681,754,1703,754,1710,742,1721,725,1700,719e" filled="t" fillcolor="#FFFFFF" stroked="f">
                <v:path arrowok="t"/>
                <v:fill/>
              </v:shape>
              <v:shape style="position:absolute;left:1623;top:673;width:258;height:257" coordorigin="1623,673" coordsize="258,257" path="m1797,674l1792,686,1787,698,1781,709,1805,709,1810,700,1815,690,1819,681,1797,674e" filled="t" fillcolor="#FFFFFF" stroked="f">
                <v:path arrowok="t"/>
                <v:fill/>
              </v:shape>
            </v:group>
            <v:group style="position:absolute;left:1968;top:673;width:248;height:257" coordorigin="1968,673" coordsize="248,257">
              <v:shape style="position:absolute;left:1968;top:673;width:248;height:257" coordorigin="1968,673" coordsize="248,257" path="m2158,791l2137,791,2137,930,2158,930,2158,791e" filled="t" fillcolor="#FFFFFF" stroked="f">
                <v:path arrowok="t"/>
                <v:fill/>
              </v:shape>
              <v:shape style="position:absolute;left:1968;top:673;width:248;height:257" coordorigin="1968,673" coordsize="248,257" path="m2071,832l1982,832,1982,926,2001,926,2001,913,2071,913,2071,895,2001,895,2001,849,2071,849,2071,832e" filled="t" fillcolor="#FFFFFF" stroked="f">
                <v:path arrowok="t"/>
                <v:fill/>
              </v:shape>
              <v:shape style="position:absolute;left:1968;top:673;width:248;height:257" coordorigin="1968,673" coordsize="248,257" path="m2071,849l2053,849,2053,895,2071,895,2071,849e" filled="t" fillcolor="#FFFFFF" stroked="f">
                <v:path arrowok="t"/>
                <v:fill/>
              </v:shape>
              <v:shape style="position:absolute;left:1968;top:673;width:248;height:257" coordorigin="1968,673" coordsize="248,257" path="m2070,794l1980,794,1980,811,2070,811,2070,794e" filled="t" fillcolor="#FFFFFF" stroked="f">
                <v:path arrowok="t"/>
                <v:fill/>
              </v:shape>
              <v:shape style="position:absolute;left:1968;top:673;width:248;height:257" coordorigin="1968,673" coordsize="248,257" path="m2216,770l2082,770,2082,791,2216,791,2216,770e" filled="t" fillcolor="#FFFFFF" stroked="f">
                <v:path arrowok="t"/>
                <v:fill/>
              </v:shape>
              <v:shape style="position:absolute;left:1968;top:673;width:248;height:257" coordorigin="1968,673" coordsize="248,257" path="m2071,758l1980,758,1980,774,2071,774,2071,758e" filled="t" fillcolor="#FFFFFF" stroked="f">
                <v:path arrowok="t"/>
                <v:fill/>
              </v:shape>
              <v:shape style="position:absolute;left:1968;top:673;width:248;height:257" coordorigin="1968,673" coordsize="248,257" path="m2158,679l2137,679,2137,770,2158,770,2158,679e" filled="t" fillcolor="#FFFFFF" stroked="f">
                <v:path arrowok="t"/>
                <v:fill/>
              </v:shape>
              <v:shape style="position:absolute;left:1968;top:673;width:248;height:257" coordorigin="1968,673" coordsize="248,257" path="m2083,721l1968,721,1968,738,2083,738,2083,721e" filled="t" fillcolor="#FFFFFF" stroked="f">
                <v:path arrowok="t"/>
                <v:fill/>
              </v:shape>
              <v:shape style="position:absolute;left:1968;top:673;width:248;height:257" coordorigin="1968,673" coordsize="248,257" path="m2017,673l2003,683,2013,701,2022,718,2038,707,2029,690,2017,673e" filled="t" fillcolor="#FFFFFF" stroked="f">
                <v:path arrowok="t"/>
                <v:fill/>
              </v:shape>
            </v:group>
            <v:group style="position:absolute;left:2299;top:675;width:250;height:254" coordorigin="2299,675" coordsize="250,254">
              <v:shape style="position:absolute;left:2299;top:675;width:250;height:254" coordorigin="2299,675" coordsize="250,254" path="m2495,738l2467,738,2481,749,2499,758,2519,765,2541,769,2544,764,2549,757,2543,752,2520,747,2500,741,2495,738e" filled="t" fillcolor="#FFFFFF" stroked="f">
                <v:path arrowok="t"/>
                <v:fill/>
              </v:shape>
              <v:shape style="position:absolute;left:2299;top:675;width:250;height:254" coordorigin="2299,675" coordsize="250,254" path="m2472,709l2452,709,2452,715,2452,717,2448,727,2436,738,2412,747,2373,755,2377,758,2382,766,2398,768,2424,762,2444,754,2457,746,2467,738,2495,738,2483,732,2471,722,2471,718,2472,717,2472,709e" filled="t" fillcolor="#FFFFFF" stroked="f">
                <v:path arrowok="t"/>
                <v:fill/>
              </v:shape>
              <v:shape style="position:absolute;left:2299;top:675;width:250;height:254" coordorigin="2299,675" coordsize="250,254" path="m2379,734l2299,734,2299,751,2379,751,2379,734e" filled="t" fillcolor="#FFFFFF" stroked="f">
                <v:path arrowok="t"/>
                <v:fill/>
              </v:shape>
              <v:shape style="position:absolute;left:2299;top:675;width:250;height:254" coordorigin="2299,675" coordsize="250,254" path="m2418,675l2410,694,2400,712,2387,726,2391,728,2399,734,2402,737,2410,729,2417,720,2423,709,2537,709,2543,697,2532,693,2432,693,2434,688,2436,683,2438,677,2418,675e" filled="t" fillcolor="#FFFFFF" stroked="f">
                <v:path arrowok="t"/>
                <v:fill/>
              </v:shape>
              <v:shape style="position:absolute;left:2299;top:675;width:250;height:254" coordorigin="2299,675" coordsize="250,254" path="m2537,709l2516,709,2512,717,2507,725,2503,731,2523,732,2533,715,2537,709e" filled="t" fillcolor="#FFFFFF" stroked="f">
                <v:path arrowok="t"/>
                <v:fill/>
              </v:shape>
              <v:shape style="position:absolute;left:2299;top:675;width:250;height:254" coordorigin="2299,675" coordsize="250,254" path="m2372,690l2305,690,2305,707,2372,707,2372,690e" filled="t" fillcolor="#FFFFFF" stroked="f">
                <v:path arrowok="t"/>
                <v:fill/>
              </v:shape>
              <v:shape style="position:absolute;left:2299;top:675;width:250;height:254" coordorigin="2299,675" coordsize="250,254" path="m2529,692l2526,693,2532,693,2529,692e" filled="t" fillcolor="#FFFFFF" stroked="f">
                <v:path arrowok="t"/>
                <v:fill/>
              </v:shape>
              <v:shape style="position:absolute;left:2299;top:675;width:250;height:254" coordorigin="2299,675" coordsize="250,254" path="m2378,889l2361,896,2342,903,2321,909,2301,914,2305,917,2312,925,2327,926,2347,920,2367,912,2385,904,2402,895,2378,889e" filled="t" fillcolor="#FFFFFF" stroked="f">
                <v:path arrowok="t"/>
                <v:fill/>
              </v:shape>
              <v:shape style="position:absolute;left:2299;top:675;width:250;height:254" coordorigin="2299,675" coordsize="250,254" path="m2517,772l2336,772,2336,885,2517,885,2517,871,2356,871,2356,851,2517,851,2517,838,2356,838,2356,819,2517,819,2517,806,2356,806,2356,786,2517,786,2517,772e" filled="t" fillcolor="#FFFFFF" stroked="f">
                <v:path arrowok="t"/>
                <v:fill/>
              </v:shape>
              <v:shape style="position:absolute;left:2299;top:675;width:250;height:254" coordorigin="2299,675" coordsize="250,254" path="m2517,851l2497,851,2497,871,2517,871,2517,851e" filled="t" fillcolor="#FFFFFF" stroked="f">
                <v:path arrowok="t"/>
                <v:fill/>
              </v:shape>
              <v:shape style="position:absolute;left:2299;top:675;width:250;height:254" coordorigin="2299,675" coordsize="250,254" path="m2517,819l2497,819,2497,838,2517,838,2517,819e" filled="t" fillcolor="#FFFFFF" stroked="f">
                <v:path arrowok="t"/>
                <v:fill/>
              </v:shape>
              <v:shape style="position:absolute;left:2299;top:675;width:250;height:254" coordorigin="2299,675" coordsize="250,254" path="m2517,786l2497,786,2497,806,2517,806,2517,786e" filled="t" fillcolor="#FFFFFF" stroked="f">
                <v:path arrowok="t"/>
                <v:fill/>
              </v:shape>
              <v:shape style="position:absolute;left:2299;top:675;width:250;height:254" coordorigin="2299,675" coordsize="250,254" path="m2465,887l2456,899,2477,907,2497,915,2515,922,2530,929,2542,914,2526,908,2507,900,2486,893,2465,887e" filled="t" fillcolor="#FFFFFF" stroked="f">
                <v:path arrowok="t"/>
                <v:fill/>
              </v:shape>
            </v:group>
            <v:group style="position:absolute;left:2635;top:672;width:256;height:257" coordorigin="2635,672" coordsize="256,257">
              <v:shape style="position:absolute;left:2635;top:672;width:256;height:257" coordorigin="2635,672" coordsize="256,257" path="m2792,811l2773,811,2773,929,2792,929,2792,811e" filled="t" fillcolor="#FFFFFF" stroked="f">
                <v:path arrowok="t"/>
                <v:fill/>
              </v:shape>
              <v:shape style="position:absolute;left:2635;top:672;width:256;height:257" coordorigin="2635,672" coordsize="256,257" path="m2725,832l2646,832,2646,926,2663,926,2663,913,2725,913,2725,895,2663,895,2663,849,2725,849,2725,832e" filled="t" fillcolor="#FFFFFF" stroked="f">
                <v:path arrowok="t"/>
                <v:fill/>
              </v:shape>
              <v:shape style="position:absolute;left:2635;top:672;width:256;height:257" coordorigin="2635,672" coordsize="256,257" path="m2860,690l2738,690,2738,709,2792,709,2839,738,2840,822,2848,885,2877,924,2885,912,2887,902,2870,902,2867,895,2860,829,2859,774,2859,738,2860,721,2860,690e" filled="t" fillcolor="#FFFFFF" stroked="f">
                <v:path arrowok="t"/>
                <v:fill/>
              </v:shape>
              <v:shape style="position:absolute;left:2635;top:672;width:256;height:257" coordorigin="2635,672" coordsize="256,257" path="m2878,869l2876,893,2870,902,2887,902,2890,881,2887,879,2882,872,2878,869e" filled="t" fillcolor="#FFFFFF" stroked="f">
                <v:path arrowok="t"/>
                <v:fill/>
              </v:shape>
              <v:shape style="position:absolute;left:2635;top:672;width:256;height:257" coordorigin="2635,672" coordsize="256,257" path="m2725,849l2708,849,2708,895,2725,895,2725,849e" filled="t" fillcolor="#FFFFFF" stroked="f">
                <v:path arrowok="t"/>
                <v:fill/>
              </v:shape>
              <v:shape style="position:absolute;left:2635;top:672;width:256;height:257" coordorigin="2635,672" coordsize="256,257" path="m2829,792l2735,792,2735,811,2829,811,2829,792e" filled="t" fillcolor="#FFFFFF" stroked="f">
                <v:path arrowok="t"/>
                <v:fill/>
              </v:shape>
              <v:shape style="position:absolute;left:2635;top:672;width:256;height:257" coordorigin="2635,672" coordsize="256,257" path="m2725,794l2646,794,2646,811,2725,811,2725,794e" filled="t" fillcolor="#FFFFFF" stroked="f">
                <v:path arrowok="t"/>
                <v:fill/>
              </v:shape>
              <v:shape style="position:absolute;left:2635;top:672;width:256;height:257" coordorigin="2635,672" coordsize="256,257" path="m2792,709l2773,709,2773,792,2792,792,2792,709e" filled="t" fillcolor="#FFFFFF" stroked="f">
                <v:path arrowok="t"/>
                <v:fill/>
              </v:shape>
              <v:shape style="position:absolute;left:2635;top:672;width:256;height:257" coordorigin="2635,672" coordsize="256,257" path="m2725,758l2646,758,2646,774,2725,774,2725,758e" filled="t" fillcolor="#FFFFFF" stroked="f">
                <v:path arrowok="t"/>
                <v:fill/>
              </v:shape>
              <v:shape style="position:absolute;left:2635;top:672;width:256;height:257" coordorigin="2635,672" coordsize="256,257" path="m2735,721l2635,721,2635,738,2735,738,2735,721e" filled="t" fillcolor="#FFFFFF" stroked="f">
                <v:path arrowok="t"/>
                <v:fill/>
              </v:shape>
              <v:shape style="position:absolute;left:2635;top:672;width:256;height:257" coordorigin="2635,672" coordsize="256,257" path="m2679,672l2666,683,2676,701,2684,718,2699,708,2690,691,2679,672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自行撤回案件彙總表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</w:rPr>
        <w:t>55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</w:rPr>
        <w:t>國內重要經濟指標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56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股票發行概況統計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60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證券投資信託基金發行概況表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61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外資（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F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I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N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I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及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F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I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6"/>
          <w:w w:val="100"/>
          <w:position w:val="-1"/>
        </w:rPr>
        <w:t>D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I）投資國內證券資金匯出入金額統計表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62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本國期貨市場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2025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年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11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-2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月份交易人交易量彙總表─日、夜盤合計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63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臺灣證券交易所股價指數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/>
        <w:pict>
          <v:group style="position:absolute;margin-left:70.865997pt;margin-top:27.069895pt;width:152.008pt;height:24.98pt;mso-position-horizontal-relative:page;mso-position-vertical-relative:paragraph;z-index:-209" coordorigin="1417,541" coordsize="3040,500">
            <v:shape style="position:absolute;left:1417;top:541;width:3040;height:500" type="#_x0000_t75">
              <v:imagedata r:id="rId18" o:title=""/>
            </v:shape>
            <v:group style="position:absolute;left:1623;top:662;width:258;height:257" coordorigin="1623,662" coordsize="258,257">
              <v:shape style="position:absolute;left:1623;top:662;width:258;height:257" coordorigin="1623,662" coordsize="258,257" path="m1653,845l1636,848,1633,869,1629,889,1623,907,1636,911,1642,906,1646,887,1650,866,1653,845e" filled="t" fillcolor="#FFFFFF" stroked="f">
                <v:path arrowok="t"/>
                <v:fill/>
              </v:shape>
              <v:shape style="position:absolute;left:1623;top:662;width:258;height:257" coordorigin="1623,662" coordsize="258,257" path="m1783,796l1763,796,1761,823,1758,845,1752,865,1743,880,1729,894,1711,904,1715,908,1721,915,1725,920,1743,909,1779,842,1782,819,1783,796e" filled="t" fillcolor="#FFFFFF" stroked="f">
                <v:path arrowok="t"/>
                <v:fill/>
              </v:shape>
              <v:shape style="position:absolute;left:1623;top:662;width:258;height:257" coordorigin="1623,662" coordsize="258,257" path="m1829,789l1809,789,1809,908,1814,914,1834,914,1868,912,1878,898,1878,896,1830,896,1829,894,1829,789e" filled="t" fillcolor="#FFFFFF" stroked="f">
                <v:path arrowok="t"/>
                <v:fill/>
              </v:shape>
              <v:shape style="position:absolute;left:1623;top:662;width:258;height:257" coordorigin="1623,662" coordsize="258,257" path="m1682,841l1670,864,1672,885,1674,903,1688,882,1686,861,1682,841e" filled="t" fillcolor="#FFFFFF" stroked="f">
                <v:path arrowok="t"/>
                <v:fill/>
              </v:shape>
              <v:shape style="position:absolute;left:1623;top:662;width:258;height:257" coordorigin="1623,662" coordsize="258,257" path="m1864,859l1863,890,1862,896,1878,896,1882,867,1876,865,1868,862,1864,859e" filled="t" fillcolor="#FFFFFF" stroked="f">
                <v:path arrowok="t"/>
                <v:fill/>
              </v:shape>
              <v:shape style="position:absolute;left:1623;top:662;width:258;height:257" coordorigin="1623,662" coordsize="258,257" path="m1712,834l1702,851,1708,871,1712,889,1725,873,1719,853,1712,834e" filled="t" fillcolor="#FFFFFF" stroked="f">
                <v:path arrowok="t"/>
                <v:fill/>
              </v:shape>
              <v:shape style="position:absolute;left:1623;top:662;width:258;height:257" coordorigin="1623,662" coordsize="258,257" path="m1718,815l1707,815,1709,820,1711,829,1718,815e" filled="t" fillcolor="#FFFFFF" stroked="f">
                <v:path arrowok="t"/>
                <v:fill/>
              </v:shape>
              <v:shape style="position:absolute;left:1623;top:662;width:258;height:257" coordorigin="1623,662" coordsize="258,257" path="m1692,761l1669,761,1659,775,1651,787,1646,792,1638,802,1631,809,1625,811,1628,816,1631,826,1636,828,1647,825,1669,821,1707,815,1718,815,1722,807,1720,800,1702,800,1664,797,1676,782,1688,766,1692,761e" filled="t" fillcolor="#FFFFFF" stroked="f">
                <v:path arrowok="t"/>
                <v:fill/>
              </v:shape>
              <v:shape style="position:absolute;left:1623;top:662;width:258;height:257" coordorigin="1623,662" coordsize="258,257" path="m1872,784l1851,784,1855,792,1858,800,1861,806,1872,784e" filled="t" fillcolor="#FFFFFF" stroked="f">
                <v:path arrowok="t"/>
                <v:fill/>
              </v:shape>
              <v:shape style="position:absolute;left:1623;top:662;width:258;height:257" coordorigin="1623,662" coordsize="258,257" path="m1877,699l1730,699,1730,718,1767,727,1755,747,1748,759,1740,771,1734,778,1728,780,1731,786,1735,797,1735,800,1739,799,1744,797,1763,796,1783,796,1783,792,1809,789,1829,789,1829,787,1851,784,1872,784,1873,783,1865,770,1764,770,1774,754,1785,737,1795,718,1877,718,1877,699e" filled="t" fillcolor="#FFFFFF" stroked="f">
                <v:path arrowok="t"/>
                <v:fill/>
              </v:shape>
              <v:shape style="position:absolute;left:1623;top:662;width:258;height:257" coordorigin="1623,662" coordsize="258,257" path="m1707,767l1692,773,1696,781,1702,800,1720,800,1715,787,1707,767e" filled="t" fillcolor="#FFFFFF" stroked="f">
                <v:path arrowok="t"/>
                <v:fill/>
              </v:shape>
              <v:shape style="position:absolute;left:1623;top:662;width:258;height:257" coordorigin="1623,662" coordsize="258,257" path="m1840,730l1823,737,1829,746,1835,757,1842,768,1764,770,1865,770,1863,765,1851,747,1840,730e" filled="t" fillcolor="#FFFFFF" stroked="f">
                <v:path arrowok="t"/>
                <v:fill/>
              </v:shape>
              <v:shape style="position:absolute;left:1623;top:662;width:258;height:257" coordorigin="1623,662" coordsize="258,257" path="m1677,662l1646,723,1624,748,1626,753,1629,763,1630,767,1634,765,1640,764,1669,761,1692,761,1700,749,1703,744,1681,744,1656,740,1666,724,1677,707,1687,689,1696,670,1677,662e" filled="t" fillcolor="#FFFFFF" stroked="f">
                <v:path arrowok="t"/>
                <v:fill/>
              </v:shape>
              <v:shape style="position:absolute;left:1623;top:662;width:258;height:257" coordorigin="1623,662" coordsize="258,257" path="m1700,709l1691,726,1681,744,1703,744,1710,732,1721,714,1700,709e" filled="t" fillcolor="#FFFFFF" stroked="f">
                <v:path arrowok="t"/>
                <v:fill/>
              </v:shape>
              <v:shape style="position:absolute;left:1623;top:662;width:258;height:257" coordorigin="1623,662" coordsize="258,257" path="m1797,663l1792,675,1787,687,1781,699,1805,699,1810,689,1815,680,1819,670,1797,663e" filled="t" fillcolor="#FFFFFF" stroked="f">
                <v:path arrowok="t"/>
                <v:fill/>
              </v:shape>
            </v:group>
            <v:group style="position:absolute;left:1968;top:662;width:248;height:257" coordorigin="1968,662" coordsize="248,257">
              <v:shape style="position:absolute;left:1968;top:662;width:248;height:257" coordorigin="1968,662" coordsize="248,257" path="m2158,780l2137,780,2137,919,2158,919,2158,780e" filled="t" fillcolor="#FFFFFF" stroked="f">
                <v:path arrowok="t"/>
                <v:fill/>
              </v:shape>
              <v:shape style="position:absolute;left:1968;top:662;width:248;height:257" coordorigin="1968,662" coordsize="248,257" path="m2071,821l1982,821,1982,915,2001,915,2001,902,2071,902,2071,885,2001,885,2001,838,2071,838,2071,821e" filled="t" fillcolor="#FFFFFF" stroked="f">
                <v:path arrowok="t"/>
                <v:fill/>
              </v:shape>
              <v:shape style="position:absolute;left:1968;top:662;width:248;height:257" coordorigin="1968,662" coordsize="248,257" path="m2071,838l2053,838,2053,885,2071,885,2071,838e" filled="t" fillcolor="#FFFFFF" stroked="f">
                <v:path arrowok="t"/>
                <v:fill/>
              </v:shape>
              <v:shape style="position:absolute;left:1968;top:662;width:248;height:257" coordorigin="1968,662" coordsize="248,257" path="m2070,784l1980,784,1980,800,2070,800,2070,784e" filled="t" fillcolor="#FFFFFF" stroked="f">
                <v:path arrowok="t"/>
                <v:fill/>
              </v:shape>
              <v:shape style="position:absolute;left:1968;top:662;width:248;height:257" coordorigin="1968,662" coordsize="248,257" path="m2216,760l2082,760,2082,780,2216,780,2216,760e" filled="t" fillcolor="#FFFFFF" stroked="f">
                <v:path arrowok="t"/>
                <v:fill/>
              </v:shape>
              <v:shape style="position:absolute;left:1968;top:662;width:248;height:257" coordorigin="1968,662" coordsize="248,257" path="m2071,747l1980,747,1980,764,2071,764,2071,747e" filled="t" fillcolor="#FFFFFF" stroked="f">
                <v:path arrowok="t"/>
                <v:fill/>
              </v:shape>
              <v:shape style="position:absolute;left:1968;top:662;width:248;height:257" coordorigin="1968,662" coordsize="248,257" path="m2158,668l2137,668,2137,760,2158,760,2158,668e" filled="t" fillcolor="#FFFFFF" stroked="f">
                <v:path arrowok="t"/>
                <v:fill/>
              </v:shape>
              <v:shape style="position:absolute;left:1968;top:662;width:248;height:257" coordorigin="1968,662" coordsize="248,257" path="m2083,711l1968,711,1968,728,2083,728,2083,711e" filled="t" fillcolor="#FFFFFF" stroked="f">
                <v:path arrowok="t"/>
                <v:fill/>
              </v:shape>
              <v:shape style="position:absolute;left:1968;top:662;width:248;height:257" coordorigin="1968,662" coordsize="248,257" path="m2017,662l2003,672,2013,691,2022,708,2038,697,2029,680,2017,662e" filled="t" fillcolor="#FFFFFF" stroked="f">
                <v:path arrowok="t"/>
                <v:fill/>
              </v:shape>
            </v:group>
            <v:group style="position:absolute;left:2309;top:675;width:233;height:244" coordorigin="2309,675" coordsize="233,244">
              <v:shape style="position:absolute;left:2309;top:675;width:233;height:244" coordorigin="2309,675" coordsize="233,244" path="m2541,675l2309,675,2309,919,2328,919,2328,908,2541,908,2541,890,2328,890,2328,692,2541,692,2541,675e" filled="t" fillcolor="#FFFFFF" stroked="f">
                <v:path arrowok="t"/>
                <v:fill/>
              </v:shape>
              <v:shape style="position:absolute;left:2309;top:675;width:233;height:244" coordorigin="2309,675" coordsize="233,244" path="m2541,908l2521,908,2521,919,2541,919,2541,908e" filled="t" fillcolor="#FFFFFF" stroked="f">
                <v:path arrowok="t"/>
                <v:fill/>
              </v:shape>
              <v:shape style="position:absolute;left:2309;top:675;width:233;height:244" coordorigin="2309,675" coordsize="233,244" path="m2541,692l2521,692,2521,890,2541,890,2541,692e" filled="t" fillcolor="#FFFFFF" stroked="f">
                <v:path arrowok="t"/>
                <v:fill/>
              </v:shape>
              <v:shape style="position:absolute;left:2309;top:675;width:233;height:244" coordorigin="2309,675" coordsize="233,244" path="m2489,787l2360,787,2360,875,2489,875,2489,862,2377,862,2377,800,2489,800,2489,787e" filled="t" fillcolor="#FFFFFF" stroked="f">
                <v:path arrowok="t"/>
                <v:fill/>
              </v:shape>
              <v:shape style="position:absolute;left:2309;top:675;width:233;height:244" coordorigin="2309,675" coordsize="233,244" path="m2489,800l2472,800,2472,862,2489,862,2489,800e" filled="t" fillcolor="#FFFFFF" stroked="f">
                <v:path arrowok="t"/>
                <v:fill/>
              </v:shape>
              <v:shape style="position:absolute;left:2309;top:675;width:233;height:244" coordorigin="2309,675" coordsize="233,244" path="m2454,812l2395,812,2395,850,2454,850,2454,839,2407,839,2407,823,2454,823,2454,812e" filled="t" fillcolor="#FFFFFF" stroked="f">
                <v:path arrowok="t"/>
                <v:fill/>
              </v:shape>
              <v:shape style="position:absolute;left:2309;top:675;width:233;height:244" coordorigin="2309,675" coordsize="233,244" path="m2454,823l2441,823,2441,839,2454,839,2454,823e" filled="t" fillcolor="#FFFFFF" stroked="f">
                <v:path arrowok="t"/>
                <v:fill/>
              </v:shape>
              <v:shape style="position:absolute;left:2309;top:675;width:233;height:244" coordorigin="2309,675" coordsize="233,244" path="m2509,761l2341,761,2341,775,2509,775,2509,761e" filled="t" fillcolor="#FFFFFF" stroked="f">
                <v:path arrowok="t"/>
                <v:fill/>
              </v:shape>
              <v:shape style="position:absolute;left:2309;top:675;width:233;height:244" coordorigin="2309,675" coordsize="233,244" path="m2433,749l2415,749,2415,761,2433,761,2433,749e" filled="t" fillcolor="#FFFFFF" stroked="f">
                <v:path arrowok="t"/>
                <v:fill/>
              </v:shape>
              <v:shape style="position:absolute;left:2309;top:675;width:233;height:244" coordorigin="2309,675" coordsize="233,244" path="m2480,705l2369,705,2369,749,2480,749,2480,736,2387,736,2387,718,2480,718,2480,705e" filled="t" fillcolor="#FFFFFF" stroked="f">
                <v:path arrowok="t"/>
                <v:fill/>
              </v:shape>
              <v:shape style="position:absolute;left:2309;top:675;width:233;height:244" coordorigin="2309,675" coordsize="233,244" path="m2480,718l2462,718,2462,736,2480,736,2480,718e" filled="t" fillcolor="#FFFFFF" stroked="f">
                <v:path arrowok="t"/>
                <v:fill/>
              </v:shape>
            </v:group>
            <v:group style="position:absolute;left:2632;top:663;width:254;height:253" coordorigin="2632,663" coordsize="254,253">
              <v:shape style="position:absolute;left:2632;top:663;width:254;height:253" coordorigin="2632,663" coordsize="254,253" path="m2724,840l2693,840,2693,893,2687,898,2683,900,2686,905,2690,914,2696,916,2705,913,2721,907,2778,889,2715,889,2724,840e" filled="t" fillcolor="#FFFFFF" stroked="f">
                <v:path arrowok="t"/>
                <v:fill/>
              </v:shape>
              <v:shape style="position:absolute;left:2632;top:663;width:254;height:253" coordorigin="2632,663" coordsize="254,253" path="m2782,798l2762,798,2771,818,2807,867,2857,902,2876,910,2879,904,2885,896,2871,885,2853,876,2837,863,2825,848,2842,837,2858,825,2798,825,2787,808,2782,798e" filled="t" fillcolor="#FFFFFF" stroked="f">
                <v:path arrowok="t"/>
                <v:fill/>
              </v:shape>
              <v:shape style="position:absolute;left:2632;top:663;width:254;height:253" coordorigin="2632,663" coordsize="254,253" path="m2782,868l2715,889,2778,889,2786,886,2785,882,2783,874,2782,868e" filled="t" fillcolor="#FFFFFF" stroked="f">
                <v:path arrowok="t"/>
                <v:fill/>
              </v:shape>
              <v:shape style="position:absolute;left:2632;top:663;width:254;height:253" coordorigin="2632,663" coordsize="254,253" path="m2881,772l2640,772,2640,790,2721,799,2705,811,2687,821,2669,831,2650,839,2632,846,2636,850,2642,858,2657,858,2675,850,2693,840,2724,840,2728,817,2745,806,2762,798,2782,798,2778,790,2881,790,2881,772e" filled="t" fillcolor="#FFFFFF" stroked="f">
                <v:path arrowok="t"/>
                <v:fill/>
              </v:shape>
              <v:shape style="position:absolute;left:2632;top:663;width:254;height:253" coordorigin="2632,663" coordsize="254,253" path="m2853,804l2839,815,2820,823,2798,825,2858,825,2874,813,2853,804e" filled="t" fillcolor="#FFFFFF" stroked="f">
                <v:path arrowok="t"/>
                <v:fill/>
              </v:shape>
              <v:shape style="position:absolute;left:2632;top:663;width:254;height:253" coordorigin="2632,663" coordsize="254,253" path="m2770,747l2750,747,2750,772,2770,772,2770,747e" filled="t" fillcolor="#FFFFFF" stroked="f">
                <v:path arrowok="t"/>
                <v:fill/>
              </v:shape>
              <v:shape style="position:absolute;left:2632;top:663;width:254;height:253" coordorigin="2632,663" coordsize="254,253" path="m2860,730l2665,730,2665,747,2860,747,2860,730e" filled="t" fillcolor="#FFFFFF" stroked="f">
                <v:path arrowok="t"/>
                <v:fill/>
              </v:shape>
              <v:shape style="position:absolute;left:2632;top:663;width:254;height:253" coordorigin="2632,663" coordsize="254,253" path="m2770,706l2750,706,2750,730,2770,730,2770,706e" filled="t" fillcolor="#FFFFFF" stroked="f">
                <v:path arrowok="t"/>
                <v:fill/>
              </v:shape>
              <v:shape style="position:absolute;left:2632;top:663;width:254;height:253" coordorigin="2632,663" coordsize="254,253" path="m2872,688l2651,688,2651,706,2872,706,2872,688e" filled="t" fillcolor="#FFFFFF" stroked="f">
                <v:path arrowok="t"/>
                <v:fill/>
              </v:shape>
              <v:shape style="position:absolute;left:2632;top:663;width:254;height:253" coordorigin="2632,663" coordsize="254,253" path="m2770,663l2750,663,2750,688,2770,688,2770,663e" filled="t" fillcolor="#FFFFFF" stroked="f">
                <v:path arrowok="t"/>
                <v:fill/>
              </v:shape>
            </v:group>
            <w10:wrap type="none"/>
          </v:group>
        </w:pic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65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國際主要股價指數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62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69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1"/>
        </w:rPr>
        <w:t>國際主要股票市場股價指數趨勢圖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70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集中市場加權股價指數及成交量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70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上市櫃及興櫃總家數統計表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期貨市場交易量變化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71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國內上市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 </w:t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（櫃）公司營收狀況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境內基金檔數及規模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386" w:lineRule="exact"/>
        <w:ind w:left="112" w:right="-20"/>
        <w:jc w:val="left"/>
        <w:tabs>
          <w:tab w:pos="820" w:val="left"/>
        </w:tabs>
        <w:rPr>
          <w:rFonts w:ascii="思源宋體" w:hAnsi="思源宋體" w:cs="思源宋體" w:eastAsia="思源宋體"/>
          <w:sz w:val="22"/>
          <w:szCs w:val="22"/>
        </w:rPr>
      </w:pPr>
      <w:rPr/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72</w:t>
        <w:tab/>
      </w:r>
      <w:r>
        <w:rPr>
          <w:rFonts w:ascii="思源宋體" w:hAnsi="思源宋體" w:cs="思源宋體" w:eastAsia="思源宋體"/>
          <w:sz w:val="22"/>
          <w:szCs w:val="22"/>
          <w:color w:val="231F20"/>
          <w:spacing w:val="0"/>
          <w:w w:val="100"/>
          <w:position w:val="-1"/>
        </w:rPr>
        <w:t>境外基金檔數及國人持有金額</w:t>
      </w:r>
      <w:r>
        <w:rPr>
          <w:rFonts w:ascii="思源宋體" w:hAnsi="思源宋體" w:cs="思源宋體" w:eastAsia="思源宋體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95" w:lineRule="exact"/>
        <w:ind w:right="583"/>
        <w:jc w:val="right"/>
        <w:rPr>
          <w:rFonts w:ascii="思源宋體 TW" w:hAnsi="思源宋體 TW" w:cs="思源宋體 TW" w:eastAsia="思源宋體 TW"/>
          <w:sz w:val="20"/>
          <w:szCs w:val="20"/>
        </w:rPr>
      </w:pPr>
      <w:rPr/>
      <w:r>
        <w:rPr>
          <w:rFonts w:ascii="思源宋體 TW" w:hAnsi="思源宋體 TW" w:cs="思源宋體 TW" w:eastAsia="思源宋體 TW"/>
          <w:sz w:val="20"/>
          <w:szCs w:val="20"/>
          <w:color w:val="231F20"/>
          <w:spacing w:val="0"/>
          <w:w w:val="100"/>
        </w:rPr>
        <w:t>3</w:t>
      </w:r>
      <w:r>
        <w:rPr>
          <w:rFonts w:ascii="思源宋體 TW" w:hAnsi="思源宋體 TW" w:cs="思源宋體 TW" w:eastAsia="思源宋體 TW"/>
          <w:sz w:val="20"/>
          <w:szCs w:val="20"/>
          <w:color w:val="000000"/>
          <w:spacing w:val="0"/>
          <w:w w:val="100"/>
        </w:rPr>
      </w:r>
    </w:p>
    <w:p>
      <w:pPr>
        <w:spacing w:before="61" w:after="0" w:line="240" w:lineRule="auto"/>
        <w:ind w:right="85"/>
        <w:jc w:val="right"/>
        <w:rPr>
          <w:rFonts w:ascii="思源宋體 TW" w:hAnsi="思源宋體 TW" w:cs="思源宋體 TW" w:eastAsia="思源宋體 TW"/>
          <w:sz w:val="14"/>
          <w:szCs w:val="14"/>
        </w:rPr>
      </w:pPr>
      <w:rPr/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2025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年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12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月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16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-1"/>
          <w:w w:val="100"/>
        </w:rPr>
        <w:t> </w:t>
      </w:r>
      <w:r>
        <w:rPr>
          <w:rFonts w:ascii="思源宋體 TW" w:hAnsi="思源宋體 TW" w:cs="思源宋體 TW" w:eastAsia="思源宋體 TW"/>
          <w:sz w:val="14"/>
          <w:szCs w:val="14"/>
          <w:color w:val="231F20"/>
          <w:spacing w:val="0"/>
          <w:w w:val="100"/>
        </w:rPr>
        <w:t>日出版</w:t>
      </w:r>
      <w:r>
        <w:rPr>
          <w:rFonts w:ascii="思源宋體 TW" w:hAnsi="思源宋體 TW" w:cs="思源宋體 TW" w:eastAsia="思源宋體 TW"/>
          <w:sz w:val="14"/>
          <w:szCs w:val="14"/>
          <w:color w:val="000000"/>
          <w:spacing w:val="0"/>
          <w:w w:val="100"/>
        </w:rPr>
      </w:r>
    </w:p>
    <w:sectPr>
      <w:pgSz w:w="10780" w:h="14760"/>
      <w:pgMar w:top="1380" w:bottom="280" w:left="1300" w:right="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思源宋體 TW">
    <w:altName w:val="思源宋體 TW"/>
    <w:charset w:val="128"/>
    <w:family w:val="roman"/>
    <w:pitch w:val="variable"/>
  </w:font>
  <w:font w:name="思源黑體 Normal">
    <w:altName w:val="思源黑體 Normal"/>
    <w:charset w:val="128"/>
    <w:family w:val="swiss"/>
    <w:pitch w:val="variable"/>
  </w:font>
  <w:font w:name="思源宋體">
    <w:altName w:val="思源宋體"/>
    <w:charset w:val="128"/>
    <w:family w:val="roman"/>
    <w:pitch w:val="variable"/>
  </w:font>
  <w:font w:name="Noto Sans CJK TC Regular">
    <w:altName w:val="Noto Sans CJK TC Regular"/>
    <w:charset w:val="128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2025-12-11T09:00:33Z</dcterms:created>
  <dcterms:modified xsi:type="dcterms:W3CDTF">2025-12-11T09:00:33Z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2025-12-11T00:00:00Z</vt:filetime>
  </property>
  <property fmtid="{D5CDD505-2E9C-101B-9397-08002B2CF9AE}" pid="3" name="LastSaved">
    <vt:filetime>2025-12-11T00:00:00Z</vt:filetime>
  </property>
</Properties>
</file>